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D39B6"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287"/>
        <w:gridCol w:w="27"/>
      </w:tblGrid>
      <w:tr w:rsidR="001A67C6" w:rsidRPr="006F29B1" w14:paraId="2C67D14A" w14:textId="77777777" w:rsidTr="0009555B">
        <w:trPr>
          <w:gridAfter w:val="1"/>
          <w:wAfter w:w="27" w:type="dxa"/>
          <w:cantSplit/>
          <w:trHeight w:val="244"/>
        </w:trPr>
        <w:tc>
          <w:tcPr>
            <w:tcW w:w="9508" w:type="dxa"/>
            <w:gridSpan w:val="2"/>
          </w:tcPr>
          <w:p w14:paraId="72BBE297" w14:textId="4FFBE5A2" w:rsidR="003B25D1" w:rsidRDefault="00F4485C" w:rsidP="001A67C6">
            <w:pPr>
              <w:pStyle w:val="Pealkiri4"/>
              <w:framePr w:w="0" w:hRule="auto" w:wrap="auto" w:vAnchor="margin" w:hAnchor="text" w:xAlign="left" w:yAlign="inline"/>
              <w:rPr>
                <w:szCs w:val="24"/>
              </w:rPr>
            </w:pPr>
            <w:r>
              <w:rPr>
                <w:szCs w:val="24"/>
              </w:rPr>
              <w:t>KINNISVARA</w:t>
            </w:r>
            <w:r w:rsidR="003B25D1">
              <w:rPr>
                <w:szCs w:val="24"/>
              </w:rPr>
              <w:t>OSAKOND</w:t>
            </w:r>
          </w:p>
          <w:p w14:paraId="2CF0B524" w14:textId="5DFDD0B7" w:rsidR="001A67C6" w:rsidRDefault="00F4485C" w:rsidP="001A67C6">
            <w:pPr>
              <w:pStyle w:val="Pealkiri4"/>
              <w:framePr w:w="0" w:hRule="auto" w:wrap="auto" w:vAnchor="margin" w:hAnchor="text" w:xAlign="left" w:yAlign="inline"/>
              <w:rPr>
                <w:szCs w:val="24"/>
              </w:rPr>
            </w:pPr>
            <w:r>
              <w:rPr>
                <w:szCs w:val="24"/>
              </w:rPr>
              <w:t>JUHATAJA</w:t>
            </w:r>
          </w:p>
          <w:p w14:paraId="2961EA57"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4EB53095" w14:textId="77777777" w:rsidTr="0009555B">
        <w:trPr>
          <w:cantSplit/>
          <w:trHeight w:val="489"/>
        </w:trPr>
        <w:tc>
          <w:tcPr>
            <w:tcW w:w="5221" w:type="dxa"/>
            <w:tcBorders>
              <w:bottom w:val="nil"/>
            </w:tcBorders>
          </w:tcPr>
          <w:p w14:paraId="25D4DAE0" w14:textId="77777777" w:rsidR="001A67C6" w:rsidRPr="006F29B1" w:rsidRDefault="001A67C6" w:rsidP="001A67C6">
            <w:pPr>
              <w:pStyle w:val="Pealkiri4"/>
              <w:framePr w:w="0" w:hRule="auto" w:wrap="auto" w:vAnchor="margin" w:hAnchor="text" w:xAlign="left" w:yAlign="inline"/>
            </w:pPr>
          </w:p>
          <w:p w14:paraId="71DD98CA" w14:textId="77777777" w:rsidR="001A67C6" w:rsidRPr="006F29B1" w:rsidRDefault="001A67C6" w:rsidP="001A67C6"/>
        </w:tc>
        <w:tc>
          <w:tcPr>
            <w:tcW w:w="4314" w:type="dxa"/>
            <w:gridSpan w:val="2"/>
            <w:tcBorders>
              <w:bottom w:val="nil"/>
            </w:tcBorders>
          </w:tcPr>
          <w:p w14:paraId="5D3B8048" w14:textId="12F730C8" w:rsidR="001A67C6" w:rsidRPr="006F29B1" w:rsidRDefault="00F73DA0" w:rsidP="00FB46B0">
            <w:r>
              <w:t>(digitaalallkirja kuupäev)</w:t>
            </w:r>
            <w:r w:rsidR="001A67C6" w:rsidRPr="006F29B1">
              <w:t xml:space="preserve"> nr </w:t>
            </w:r>
            <w:r w:rsidR="00F4485C">
              <w:t>9-49/</w:t>
            </w:r>
            <w:r w:rsidR="007976DE">
              <w:t>71</w:t>
            </w:r>
          </w:p>
        </w:tc>
      </w:tr>
    </w:tbl>
    <w:p w14:paraId="1815A996" w14:textId="77777777" w:rsidR="00D86659" w:rsidRDefault="00D86659" w:rsidP="00DB358F">
      <w:pPr>
        <w:framePr w:w="8661" w:h="1761" w:hRule="exact" w:wrap="notBeside" w:vAnchor="page" w:hAnchor="page" w:x="1571" w:y="-527"/>
        <w:rPr>
          <w:sz w:val="12"/>
        </w:rPr>
      </w:pPr>
    </w:p>
    <w:p w14:paraId="121790B9"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2CCE2335" wp14:editId="7B29719B">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2D17C9A6" w14:textId="77777777" w:rsidR="00F73DA0" w:rsidRDefault="00F73DA0">
      <w:pPr>
        <w:rPr>
          <w:b/>
        </w:rPr>
      </w:pPr>
    </w:p>
    <w:p w14:paraId="049FA0E0" w14:textId="77777777" w:rsidR="00166B2C" w:rsidRDefault="00166B2C">
      <w:pPr>
        <w:rPr>
          <w:b/>
        </w:rPr>
      </w:pPr>
    </w:p>
    <w:p w14:paraId="348A38C6" w14:textId="77777777" w:rsidR="00F4485C" w:rsidRDefault="00F4485C">
      <w:pPr>
        <w:rPr>
          <w:b/>
        </w:rPr>
      </w:pPr>
      <w:r>
        <w:rPr>
          <w:b/>
        </w:rPr>
        <w:t>Isikliku kasutusõiguste seadmine Audru metskond 137,</w:t>
      </w:r>
    </w:p>
    <w:p w14:paraId="6FC4894C" w14:textId="77777777" w:rsidR="00F4485C" w:rsidRDefault="00F4485C">
      <w:pPr>
        <w:rPr>
          <w:b/>
        </w:rPr>
      </w:pPr>
      <w:r>
        <w:rPr>
          <w:b/>
        </w:rPr>
        <w:t xml:space="preserve">Audru metskond 35, Audru metskond 64, </w:t>
      </w:r>
    </w:p>
    <w:p w14:paraId="1E238D95" w14:textId="77777777" w:rsidR="00F4485C" w:rsidRDefault="00F4485C">
      <w:pPr>
        <w:rPr>
          <w:b/>
        </w:rPr>
      </w:pPr>
      <w:r>
        <w:rPr>
          <w:b/>
        </w:rPr>
        <w:t>Audru metskond 63 ja Audru metskond 45 kinnisasjadele</w:t>
      </w:r>
    </w:p>
    <w:p w14:paraId="1E306521" w14:textId="0FBA69B3" w:rsidR="00F4485C" w:rsidRDefault="00F4485C">
      <w:pPr>
        <w:rPr>
          <w:b/>
        </w:rPr>
      </w:pPr>
      <w:r>
        <w:rPr>
          <w:b/>
        </w:rPr>
        <w:t>ja</w:t>
      </w:r>
    </w:p>
    <w:p w14:paraId="20EDFDAE" w14:textId="77777777" w:rsidR="003657F1" w:rsidRDefault="00F4485C">
      <w:pPr>
        <w:rPr>
          <w:b/>
        </w:rPr>
      </w:pPr>
      <w:r>
        <w:rPr>
          <w:b/>
        </w:rPr>
        <w:t xml:space="preserve">metsaosakonna peametsaülema </w:t>
      </w:r>
      <w:r w:rsidR="003657F1">
        <w:rPr>
          <w:b/>
        </w:rPr>
        <w:t>02.07.2020 käskkirja nr 1-5/8</w:t>
      </w:r>
    </w:p>
    <w:p w14:paraId="7AEB745C" w14:textId="3001991C" w:rsidR="00D070AA" w:rsidRDefault="003657F1">
      <w:pPr>
        <w:rPr>
          <w:b/>
        </w:rPr>
      </w:pPr>
      <w:r>
        <w:rPr>
          <w:b/>
        </w:rPr>
        <w:t>„</w:t>
      </w:r>
      <w:r w:rsidR="00D070AA">
        <w:rPr>
          <w:b/>
        </w:rPr>
        <w:t xml:space="preserve">Nõmme-Aadu, Suigu-Kalmu, Suigu-Abaja, Haigla-Järve </w:t>
      </w:r>
    </w:p>
    <w:p w14:paraId="35DBD619" w14:textId="77777777" w:rsidR="00FB46B0" w:rsidRDefault="00D070AA">
      <w:pPr>
        <w:rPr>
          <w:b/>
        </w:rPr>
      </w:pPr>
      <w:r>
        <w:rPr>
          <w:b/>
        </w:rPr>
        <w:t>ja Pritsu-Palu</w:t>
      </w:r>
      <w:r w:rsidR="00BB58B6">
        <w:rPr>
          <w:b/>
        </w:rPr>
        <w:t xml:space="preserve"> tee</w:t>
      </w:r>
      <w:r>
        <w:rPr>
          <w:b/>
        </w:rPr>
        <w:t>de</w:t>
      </w:r>
      <w:r w:rsidR="00BB58B6">
        <w:rPr>
          <w:b/>
        </w:rPr>
        <w:t xml:space="preserve"> </w:t>
      </w:r>
      <w:r w:rsidR="00B34DA9" w:rsidRPr="00B34DA9">
        <w:rPr>
          <w:b/>
        </w:rPr>
        <w:t>kasutusse andmine</w:t>
      </w:r>
      <w:r w:rsidR="00FB46B0">
        <w:rPr>
          <w:b/>
        </w:rPr>
        <w:t xml:space="preserve"> ja metsaosakonna </w:t>
      </w:r>
    </w:p>
    <w:p w14:paraId="4DB14D7B" w14:textId="77777777" w:rsidR="00FB46B0" w:rsidRDefault="00FB46B0" w:rsidP="00FB46B0">
      <w:pPr>
        <w:rPr>
          <w:b/>
        </w:rPr>
      </w:pPr>
      <w:r>
        <w:rPr>
          <w:b/>
        </w:rPr>
        <w:t xml:space="preserve">peametsaülema 05.03.2020 käskkirja nr 1-5/6 „Nõmme-Aadu, </w:t>
      </w:r>
    </w:p>
    <w:p w14:paraId="25F63DB4" w14:textId="77777777" w:rsidR="00FB46B0" w:rsidRDefault="00FB46B0" w:rsidP="00FB46B0">
      <w:pPr>
        <w:rPr>
          <w:b/>
        </w:rPr>
      </w:pPr>
      <w:r>
        <w:rPr>
          <w:b/>
        </w:rPr>
        <w:t xml:space="preserve">Suigu-Kalmu, Suigu-Abaja, Haigla-Järve ja Pritsu-Palu </w:t>
      </w:r>
    </w:p>
    <w:p w14:paraId="72A9E9F2" w14:textId="77777777" w:rsidR="00D86659" w:rsidRPr="00B34DA9" w:rsidRDefault="00FB46B0" w:rsidP="00FB46B0">
      <w:pPr>
        <w:rPr>
          <w:b/>
        </w:rPr>
        <w:sectPr w:rsidR="00D86659" w:rsidRPr="00B34DA9" w:rsidSect="0009555B">
          <w:headerReference w:type="default" r:id="rId9"/>
          <w:footerReference w:type="default" r:id="rId10"/>
          <w:headerReference w:type="first" r:id="rId11"/>
          <w:pgSz w:w="11906" w:h="16838" w:code="9"/>
          <w:pgMar w:top="1843" w:right="680" w:bottom="737" w:left="1701" w:header="454" w:footer="567" w:gutter="0"/>
          <w:cols w:space="708"/>
          <w:titlePg/>
        </w:sectPr>
      </w:pPr>
      <w:r>
        <w:rPr>
          <w:b/>
        </w:rPr>
        <w:t xml:space="preserve">teede </w:t>
      </w:r>
      <w:r w:rsidRPr="00B34DA9">
        <w:rPr>
          <w:b/>
        </w:rPr>
        <w:t>kasutusse andmine</w:t>
      </w:r>
      <w:r>
        <w:rPr>
          <w:b/>
        </w:rPr>
        <w:t>“ kehtetuks tunnistamine</w:t>
      </w:r>
      <w:r w:rsidR="00B34DA9" w:rsidRPr="00B34DA9">
        <w:rPr>
          <w:b/>
        </w:rPr>
        <w:t xml:space="preserve">     </w:t>
      </w:r>
    </w:p>
    <w:p w14:paraId="7B80D4A8" w14:textId="77777777" w:rsidR="00FD2F91" w:rsidRPr="00B34DA9" w:rsidRDefault="00FD2F91" w:rsidP="00B039F2">
      <w:pPr>
        <w:pStyle w:val="Kehatekst"/>
        <w:jc w:val="both"/>
        <w:rPr>
          <w:b/>
          <w:szCs w:val="24"/>
        </w:rPr>
      </w:pPr>
    </w:p>
    <w:p w14:paraId="186B3907" w14:textId="77777777" w:rsidR="00166B2C" w:rsidRDefault="00166B2C" w:rsidP="008A6295">
      <w:pPr>
        <w:jc w:val="both"/>
      </w:pPr>
    </w:p>
    <w:p w14:paraId="371C2E3E" w14:textId="1C1D9E12" w:rsidR="009729CA" w:rsidRDefault="00D070AA" w:rsidP="009729CA">
      <w:pPr>
        <w:jc w:val="both"/>
        <w:rPr>
          <w:szCs w:val="24"/>
        </w:rPr>
      </w:pPr>
      <w:r>
        <w:t>Kihnu</w:t>
      </w:r>
      <w:r w:rsidR="00761774">
        <w:t xml:space="preserve"> Vallavalitsus </w:t>
      </w:r>
      <w:r w:rsidR="00F73DA0">
        <w:t>esitas</w:t>
      </w:r>
      <w:r w:rsidR="0075754E">
        <w:t xml:space="preserve"> </w:t>
      </w:r>
      <w:r w:rsidR="003657F1">
        <w:t xml:space="preserve">12.03.2024 taotluse nr 17-5/54 isikliku kasutusõiguse seadmiseks  </w:t>
      </w:r>
      <w:r w:rsidR="009729CA">
        <w:t>Kihnu valla kasuks Pärnu</w:t>
      </w:r>
      <w:r w:rsidR="009729CA">
        <w:rPr>
          <w:szCs w:val="24"/>
        </w:rPr>
        <w:t xml:space="preserve"> maakonnas Kihnu vallas asuvatele kinnisasjadele Audru metskond 137</w:t>
      </w:r>
      <w:r w:rsidR="00605FE8">
        <w:rPr>
          <w:szCs w:val="24"/>
        </w:rPr>
        <w:t>,</w:t>
      </w:r>
      <w:r w:rsidR="009729CA">
        <w:rPr>
          <w:szCs w:val="24"/>
        </w:rPr>
        <w:t xml:space="preserve"> Audru metskond 35, Audru metskond 64, Audru metskond 63 ja Audru metskond 45, millede valitseja on Kliimaministeerium ja volitatud asutus Riigimetsa Majandamise Keskus (edaspidi </w:t>
      </w:r>
      <w:r w:rsidR="009729CA" w:rsidRPr="001C3C39">
        <w:rPr>
          <w:i/>
          <w:szCs w:val="24"/>
        </w:rPr>
        <w:t>RMK</w:t>
      </w:r>
      <w:r w:rsidR="009729CA">
        <w:rPr>
          <w:szCs w:val="24"/>
        </w:rPr>
        <w:t>).</w:t>
      </w:r>
    </w:p>
    <w:p w14:paraId="4F26C3CF" w14:textId="77777777" w:rsidR="009729CA" w:rsidRDefault="009729CA" w:rsidP="009729CA">
      <w:pPr>
        <w:jc w:val="both"/>
        <w:rPr>
          <w:szCs w:val="24"/>
        </w:rPr>
      </w:pPr>
    </w:p>
    <w:p w14:paraId="1D32BA63" w14:textId="64290117" w:rsidR="009729CA" w:rsidRDefault="009729CA" w:rsidP="009729CA">
      <w:pPr>
        <w:jc w:val="both"/>
      </w:pPr>
      <w:r w:rsidRPr="007F71FD">
        <w:t xml:space="preserve">Isikliku kasutusõiguse seadmist taotletakse </w:t>
      </w:r>
      <w:r>
        <w:t xml:space="preserve">Audru metskond 137 kinnisasjal oleva Nõmme - Aadu tee (nr 3030019), </w:t>
      </w:r>
      <w:r w:rsidR="00536058">
        <w:t xml:space="preserve">Audru metskond 35 kinnisasjal olevate Haigla - Järve tee (nr 3030012) ja Pritsu – Palu tee (nr 3030026), Audru metskond 64 kinnisasjal oleva Suigu - Abaja tee (nr 3030014) ning </w:t>
      </w:r>
      <w:r>
        <w:t xml:space="preserve">Audru metskond </w:t>
      </w:r>
      <w:r w:rsidR="00536058">
        <w:t>63</w:t>
      </w:r>
      <w:r>
        <w:t xml:space="preserve"> ja Audru metskond </w:t>
      </w:r>
      <w:r w:rsidR="00536058">
        <w:t>45</w:t>
      </w:r>
      <w:r>
        <w:t xml:space="preserve"> kinnisasjadel oleva Suigu - Kalmu tee (nr 3030028) </w:t>
      </w:r>
      <w:r w:rsidR="005A492A">
        <w:t>ja</w:t>
      </w:r>
      <w:r w:rsidR="005A492A" w:rsidRPr="005A492A">
        <w:t xml:space="preserve"> </w:t>
      </w:r>
      <w:r w:rsidR="005A492A">
        <w:t xml:space="preserve">Audru metskond 63 </w:t>
      </w:r>
      <w:r w:rsidR="005A492A" w:rsidRPr="00F51E30">
        <w:t xml:space="preserve">kinnisasjal oleva Lüllemäe-Silmi tee (nr </w:t>
      </w:r>
      <w:r w:rsidR="00BB4849" w:rsidRPr="00F51E30">
        <w:t>3030042</w:t>
      </w:r>
      <w:r w:rsidR="005A492A" w:rsidRPr="00F51E30">
        <w:t>)</w:t>
      </w:r>
      <w:r w:rsidR="005A492A">
        <w:t xml:space="preserve"> </w:t>
      </w:r>
      <w:r>
        <w:t xml:space="preserve">tee avaliku kasutamise tagamiseks.  </w:t>
      </w:r>
    </w:p>
    <w:p w14:paraId="4BFF8603" w14:textId="77777777" w:rsidR="001955B3" w:rsidRDefault="001955B3" w:rsidP="003657F1">
      <w:pPr>
        <w:jc w:val="both"/>
      </w:pPr>
    </w:p>
    <w:p w14:paraId="4CC15484" w14:textId="77777777" w:rsidR="00536058" w:rsidRDefault="00536058" w:rsidP="00536058">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2FD43395" w14:textId="77777777" w:rsidR="00536058" w:rsidRDefault="00536058" w:rsidP="00536058">
      <w:pPr>
        <w:pStyle w:val="Kehatekst"/>
        <w:spacing w:after="0"/>
        <w:jc w:val="both"/>
        <w:rPr>
          <w:szCs w:val="24"/>
        </w:rPr>
      </w:pPr>
    </w:p>
    <w:p w14:paraId="7ACB969E" w14:textId="1B4C1317" w:rsidR="00536058" w:rsidRDefault="00536058" w:rsidP="00536058">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E17873">
        <w:t>Kihnu</w:t>
      </w:r>
      <w:r>
        <w:t xml:space="preserve"> valla</w:t>
      </w:r>
      <w:r w:rsidRPr="004D088C">
        <w:t xml:space="preserve"> kasuks tasuta isikliku kasutusõiguse seadmine. </w:t>
      </w:r>
    </w:p>
    <w:p w14:paraId="6F5E3424" w14:textId="77777777" w:rsidR="00536058" w:rsidRDefault="00536058" w:rsidP="00536058">
      <w:pPr>
        <w:pStyle w:val="Default"/>
        <w:jc w:val="both"/>
      </w:pPr>
    </w:p>
    <w:p w14:paraId="0C0335F4" w14:textId="6CA2D2EF" w:rsidR="00536058" w:rsidRDefault="00536058" w:rsidP="00536058">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r w:rsidR="00E17873">
        <w:rPr>
          <w:color w:val="auto"/>
        </w:rPr>
        <w:t>Audru metskond 137</w:t>
      </w:r>
      <w:r>
        <w:rPr>
          <w:color w:val="auto"/>
        </w:rPr>
        <w:t xml:space="preserve"> kinnisasjal </w:t>
      </w:r>
      <w:r w:rsidR="0032154D">
        <w:rPr>
          <w:color w:val="auto"/>
        </w:rPr>
        <w:t>0,1</w:t>
      </w:r>
      <w:r w:rsidR="00B10FCF">
        <w:rPr>
          <w:color w:val="auto"/>
        </w:rPr>
        <w:t>0</w:t>
      </w:r>
      <w:r w:rsidRPr="007F25C4">
        <w:rPr>
          <w:color w:val="auto"/>
        </w:rPr>
        <w:t xml:space="preserve"> eurot</w:t>
      </w:r>
      <w:r w:rsidRPr="003F7569">
        <w:rPr>
          <w:color w:val="auto"/>
        </w:rPr>
        <w:t xml:space="preserve"> aastas</w:t>
      </w:r>
      <w:r w:rsidR="00E17873">
        <w:rPr>
          <w:color w:val="auto"/>
        </w:rPr>
        <w:t>, Audru metskond 35 kinnisasjal</w:t>
      </w:r>
      <w:r w:rsidR="0032154D">
        <w:rPr>
          <w:color w:val="auto"/>
        </w:rPr>
        <w:t xml:space="preserve"> 0,</w:t>
      </w:r>
      <w:r w:rsidR="00E80A8A">
        <w:rPr>
          <w:color w:val="auto"/>
        </w:rPr>
        <w:t>55</w:t>
      </w:r>
      <w:r w:rsidR="00E17873">
        <w:rPr>
          <w:color w:val="auto"/>
        </w:rPr>
        <w:t xml:space="preserve"> eurot aastas, Audru metskond 64 kinnisasjal</w:t>
      </w:r>
      <w:r w:rsidR="0032154D">
        <w:rPr>
          <w:color w:val="auto"/>
        </w:rPr>
        <w:t xml:space="preserve"> 0,</w:t>
      </w:r>
      <w:r w:rsidR="00E80A8A">
        <w:rPr>
          <w:color w:val="auto"/>
        </w:rPr>
        <w:t>72</w:t>
      </w:r>
      <w:r w:rsidR="00E17873">
        <w:rPr>
          <w:color w:val="auto"/>
        </w:rPr>
        <w:t xml:space="preserve"> eurot aastas, Audru metskond 63 kinnisasjal</w:t>
      </w:r>
      <w:r w:rsidR="0032154D">
        <w:rPr>
          <w:color w:val="auto"/>
        </w:rPr>
        <w:t xml:space="preserve"> 0,</w:t>
      </w:r>
      <w:r w:rsidR="00E80A8A">
        <w:rPr>
          <w:color w:val="auto"/>
        </w:rPr>
        <w:t>35</w:t>
      </w:r>
      <w:r w:rsidR="00E17873">
        <w:rPr>
          <w:color w:val="auto"/>
        </w:rPr>
        <w:t xml:space="preserve"> eurot aastas ja </w:t>
      </w:r>
      <w:r w:rsidR="00E17873">
        <w:rPr>
          <w:color w:val="auto"/>
        </w:rPr>
        <w:lastRenderedPageBreak/>
        <w:t>Audru metskond 45 kinnisasjal</w:t>
      </w:r>
      <w:r w:rsidR="0032154D">
        <w:rPr>
          <w:color w:val="auto"/>
        </w:rPr>
        <w:t xml:space="preserve"> 0,</w:t>
      </w:r>
      <w:r w:rsidR="00E80A8A">
        <w:rPr>
          <w:color w:val="auto"/>
        </w:rPr>
        <w:t>95</w:t>
      </w:r>
      <w:r w:rsidR="00E17873">
        <w:rPr>
          <w:color w:val="auto"/>
        </w:rPr>
        <w:t xml:space="preserve"> eurot aastas</w:t>
      </w:r>
      <w:r w:rsidRPr="003F7569">
        <w:rPr>
          <w:color w:val="auto"/>
        </w:rPr>
        <w:t>.</w:t>
      </w:r>
      <w:r w:rsidRPr="003F7569">
        <w:t xml:space="preserve"> RVS § 8 lõike 4 kohaselt peab riigivara valitseja juhinduma põhimõttest, et tehes riigivaraga mis tahes toiminguid või tehinguid tuleb suurendada kasu ja vältida kahju, mis riik võib nendest toimingutest või tehingutest saada. </w:t>
      </w:r>
      <w:r w:rsidRPr="00951653">
        <w:t xml:space="preserve">Kuivõrd kasutusõiguse ala maamaks on võrreldes arve esitamise menetluskulude ja töömahuga ebamõistlikult väike, ei sätestata kasutuslepingus </w:t>
      </w:r>
      <w:r w:rsidR="00E17873">
        <w:t>Kihnu</w:t>
      </w:r>
      <w:r>
        <w:t xml:space="preserve"> vallale</w:t>
      </w:r>
      <w:r w:rsidRPr="00951653">
        <w:t xml:space="preserve"> kohustust tasuda maamaksu proportsionaalselt kasutusõiguse ulatusega. Maamaksu muutumise korral on riigil õigus nõuda </w:t>
      </w:r>
      <w:r w:rsidR="00E17873">
        <w:t>Kihnu</w:t>
      </w:r>
      <w:r>
        <w:t xml:space="preserve"> vallalt m</w:t>
      </w:r>
      <w:r w:rsidRPr="00951653">
        <w:t>aamaksu tasumist proportsionaalselt kasutusõiguse ulatusega.</w:t>
      </w:r>
    </w:p>
    <w:p w14:paraId="72398244" w14:textId="77777777" w:rsidR="00536058" w:rsidRDefault="00536058" w:rsidP="00536058">
      <w:pPr>
        <w:pStyle w:val="Default"/>
        <w:jc w:val="both"/>
      </w:pPr>
    </w:p>
    <w:p w14:paraId="33944B56" w14:textId="1EAA3EDD" w:rsidR="00536058" w:rsidRDefault="00536058" w:rsidP="00536058">
      <w:pPr>
        <w:pStyle w:val="Default"/>
        <w:jc w:val="both"/>
      </w:pPr>
      <w:r w:rsidRPr="007F71FD">
        <w:t xml:space="preserve">Kuivõrd tegemist on avalikes huvides vajaliku </w:t>
      </w:r>
      <w:r>
        <w:t>teega</w:t>
      </w:r>
      <w:r w:rsidRPr="007F71FD">
        <w:t xml:space="preserve">, siis on põhjendatud tasuta tähtajatu isikliku kasutusõiguse seadmine </w:t>
      </w:r>
      <w:r w:rsidR="00E17873">
        <w:t>Kihnu</w:t>
      </w:r>
      <w:r>
        <w:t xml:space="preserve"> valla</w:t>
      </w:r>
      <w:r w:rsidRPr="007F71FD">
        <w:t xml:space="preserve"> kasuks.</w:t>
      </w:r>
    </w:p>
    <w:p w14:paraId="40D9BF9E" w14:textId="77777777" w:rsidR="004134BB" w:rsidRDefault="004134BB" w:rsidP="004134BB">
      <w:pPr>
        <w:jc w:val="both"/>
      </w:pPr>
    </w:p>
    <w:p w14:paraId="674CC771" w14:textId="7B68E5B4" w:rsidR="004134BB" w:rsidRPr="004134BB" w:rsidRDefault="004134BB" w:rsidP="004134BB">
      <w:pPr>
        <w:jc w:val="both"/>
        <w:rPr>
          <w:bCs/>
        </w:rPr>
      </w:pPr>
      <w:r>
        <w:t xml:space="preserve">Õigusselguse huvides on </w:t>
      </w:r>
      <w:r w:rsidR="00605FE8">
        <w:t xml:space="preserve">otstarbekas </w:t>
      </w:r>
      <w:r>
        <w:t>käesoleva käskkirjaga tunnistada kehtetuks m</w:t>
      </w:r>
      <w:r w:rsidRPr="004134BB">
        <w:rPr>
          <w:bCs/>
        </w:rPr>
        <w:t>etsaosakonna peametsaülema 02.07.2020 käskkir</w:t>
      </w:r>
      <w:r>
        <w:rPr>
          <w:bCs/>
        </w:rPr>
        <w:t>i</w:t>
      </w:r>
      <w:r w:rsidRPr="004134BB">
        <w:rPr>
          <w:bCs/>
        </w:rPr>
        <w:t xml:space="preserve"> nr 1-5/8</w:t>
      </w:r>
      <w:r>
        <w:rPr>
          <w:bCs/>
        </w:rPr>
        <w:t xml:space="preserve"> </w:t>
      </w:r>
      <w:r w:rsidRPr="004134BB">
        <w:rPr>
          <w:bCs/>
        </w:rPr>
        <w:t>„Nõmme-Aadu, Suigu-Kalmu, Suigu-Abaja, Haigla-Järve</w:t>
      </w:r>
      <w:r>
        <w:rPr>
          <w:bCs/>
        </w:rPr>
        <w:t xml:space="preserve"> </w:t>
      </w:r>
      <w:r w:rsidRPr="004134BB">
        <w:rPr>
          <w:bCs/>
        </w:rPr>
        <w:t>ja Pritsu-Palu teede kasutusse andmine ja metsaosakonna peametsaülema 05.03.2020 käskkirja nr 1-5/6 „Nõmme-Aadu, Suigu-Kalmu, Suigu-Abaja, Haigla-Järve ja Pritsu-Palu teede kasutusse andmine“ kehtetuks tunnistamine</w:t>
      </w:r>
      <w:r>
        <w:rPr>
          <w:bCs/>
        </w:rPr>
        <w:t>“.</w:t>
      </w:r>
      <w:r w:rsidRPr="004134BB">
        <w:rPr>
          <w:bCs/>
        </w:rPr>
        <w:t xml:space="preserve">     </w:t>
      </w:r>
    </w:p>
    <w:p w14:paraId="187C874B" w14:textId="77777777" w:rsidR="004134BB" w:rsidRDefault="004134BB" w:rsidP="00536058">
      <w:pPr>
        <w:pStyle w:val="Default"/>
        <w:jc w:val="both"/>
      </w:pPr>
    </w:p>
    <w:p w14:paraId="40C877D0" w14:textId="3A70E7E1" w:rsidR="004134BB" w:rsidRDefault="004134BB" w:rsidP="00536058">
      <w:pPr>
        <w:pStyle w:val="Default"/>
        <w:jc w:val="both"/>
      </w:pPr>
      <w:r>
        <w:t>Audru metskond 137 kinnisasja kinnistusraamatu III jakku on sisse kantud isiklik kasutusõigus Eesti Lairiba Arenduse Sihtasutus (registrikood 90010094) kasuks.</w:t>
      </w:r>
    </w:p>
    <w:p w14:paraId="6B07997D" w14:textId="61576F01" w:rsidR="00FC4D19" w:rsidRDefault="00FC4D19" w:rsidP="00FC4D19">
      <w:pPr>
        <w:pStyle w:val="Default"/>
        <w:jc w:val="both"/>
      </w:pPr>
      <w:r>
        <w:t xml:space="preserve">Audru metskond 35 kinnisasja kinnistusraamatu III jakku on sisse kantud </w:t>
      </w:r>
      <w:r w:rsidR="00E555E4">
        <w:t xml:space="preserve">kolm </w:t>
      </w:r>
      <w:r>
        <w:t>isiklik</w:t>
      </w:r>
      <w:r w:rsidR="00E555E4">
        <w:t>ku</w:t>
      </w:r>
      <w:r>
        <w:t xml:space="preserve"> kasutusõigus</w:t>
      </w:r>
      <w:r w:rsidR="00E555E4">
        <w:t>i</w:t>
      </w:r>
      <w:r>
        <w:t xml:space="preserve"> Elektrilevi OÜ (registrikood 11050857) </w:t>
      </w:r>
      <w:r w:rsidR="00E555E4">
        <w:t xml:space="preserve">ja kaks Enefit Connect OÜ (registrikood 16130213) </w:t>
      </w:r>
      <w:r>
        <w:t>kasuks.</w:t>
      </w:r>
    </w:p>
    <w:p w14:paraId="7A0750FC" w14:textId="2C779232" w:rsidR="00E555E4" w:rsidRDefault="00E555E4" w:rsidP="00E555E4">
      <w:pPr>
        <w:pStyle w:val="Default"/>
        <w:jc w:val="both"/>
      </w:pPr>
      <w:r>
        <w:t>Audru metskond 63 kinnisasja kinnistusraamatu III jakku on sisse kantud isiklik kasutusõigus Eesti Lairiba Arenduse Sihtasutus (registrikood 90010094), kaks isiklikku kasutusõigust Elektrilevi OÜ (registrikood 11050857) ja isiklik kasutusõigus Enefit Connect OÜ (registrikood 16130213) kasuks.</w:t>
      </w:r>
    </w:p>
    <w:p w14:paraId="387710C0" w14:textId="77777777" w:rsidR="008A6295" w:rsidRDefault="008A6295" w:rsidP="001A67C6">
      <w:pPr>
        <w:jc w:val="both"/>
      </w:pPr>
    </w:p>
    <w:p w14:paraId="4A8E242F" w14:textId="086158C2" w:rsidR="004134BB" w:rsidRPr="00B80339" w:rsidRDefault="004134BB" w:rsidP="004134BB">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xml:space="preserve">, keskkonnaministri 11.05.2021 käskkirjast nr 1-2/21/234, RMK juhatuse 18.01.2022 otsuse nr 1-32/1 „RMK kinnisasjade kasutusse andmise juhend“ punktist 12.1, RMK juhatuse </w:t>
      </w:r>
      <w:r w:rsidR="00E555E4">
        <w:rPr>
          <w:b w:val="0"/>
          <w:bCs/>
          <w:szCs w:val="24"/>
        </w:rPr>
        <w:t>02</w:t>
      </w:r>
      <w:r w:rsidRPr="00B80339">
        <w:rPr>
          <w:b w:val="0"/>
          <w:bCs/>
          <w:szCs w:val="24"/>
        </w:rPr>
        <w:t>.04.202</w:t>
      </w:r>
      <w:r w:rsidR="00E555E4">
        <w:rPr>
          <w:b w:val="0"/>
          <w:bCs/>
          <w:szCs w:val="24"/>
        </w:rPr>
        <w:t>4</w:t>
      </w:r>
      <w:r w:rsidRPr="00B80339">
        <w:rPr>
          <w:b w:val="0"/>
          <w:bCs/>
          <w:szCs w:val="24"/>
        </w:rPr>
        <w:t xml:space="preserve"> otsuse nr 1-32/</w:t>
      </w:r>
      <w:r w:rsidR="00E555E4">
        <w:rPr>
          <w:b w:val="0"/>
          <w:bCs/>
          <w:szCs w:val="24"/>
        </w:rPr>
        <w:t>29</w:t>
      </w:r>
      <w:r w:rsidRPr="00B80339">
        <w:rPr>
          <w:b w:val="0"/>
          <w:bCs/>
          <w:szCs w:val="24"/>
        </w:rPr>
        <w:t xml:space="preserve"> „Volituste andmine vara kasutusse andmise otsustamiseks“ punktist 1.4 ning esitatud taotlusest </w:t>
      </w:r>
    </w:p>
    <w:p w14:paraId="7F82A37B" w14:textId="191CEBC7" w:rsidR="00E17873" w:rsidRDefault="00E17873" w:rsidP="004516B8">
      <w:pPr>
        <w:pStyle w:val="Loendilik"/>
        <w:numPr>
          <w:ilvl w:val="0"/>
          <w:numId w:val="7"/>
        </w:numPr>
        <w:jc w:val="both"/>
      </w:pPr>
      <w:r w:rsidRPr="00166B2C">
        <w:t xml:space="preserve">T u n n i s t a d a kehtetuks metsaosakonna peametsaülema </w:t>
      </w:r>
      <w:r w:rsidR="00E555E4">
        <w:t>02</w:t>
      </w:r>
      <w:r w:rsidRPr="00166B2C">
        <w:t>.0</w:t>
      </w:r>
      <w:r w:rsidR="00E555E4">
        <w:t>7</w:t>
      </w:r>
      <w:r w:rsidRPr="00166B2C">
        <w:t>.2020 käskkirja nr 1-5/</w:t>
      </w:r>
      <w:r w:rsidR="00E555E4">
        <w:t>8</w:t>
      </w:r>
      <w:r w:rsidRPr="00166B2C">
        <w:t xml:space="preserve"> </w:t>
      </w:r>
      <w:r w:rsidR="00E555E4" w:rsidRPr="004134BB">
        <w:rPr>
          <w:bCs/>
        </w:rPr>
        <w:t>„Nõmme-Aadu, Suigu-Kalmu, Suigu-Abaja, Haigla-Järve</w:t>
      </w:r>
      <w:r w:rsidR="00E555E4">
        <w:rPr>
          <w:bCs/>
        </w:rPr>
        <w:t xml:space="preserve"> </w:t>
      </w:r>
      <w:r w:rsidR="00E555E4" w:rsidRPr="004134BB">
        <w:rPr>
          <w:bCs/>
        </w:rPr>
        <w:t>ja Pritsu-Palu teede kasutusse andmine ja metsaosakonna peametsaülema 05.03.2020 käskkirja nr 1-5/6 „Nõmme-Aadu, Suigu-Kalmu, Suigu-Abaja, Haigla-Järve ja Pritsu-Palu teede kasutusse andmine“ kehtetuks tunnistamine</w:t>
      </w:r>
      <w:r w:rsidR="00E555E4">
        <w:rPr>
          <w:bCs/>
        </w:rPr>
        <w:t>“.</w:t>
      </w:r>
      <w:r w:rsidR="00E555E4" w:rsidRPr="004134BB">
        <w:rPr>
          <w:bCs/>
        </w:rPr>
        <w:t xml:space="preserve">     </w:t>
      </w:r>
    </w:p>
    <w:p w14:paraId="534BEA13" w14:textId="40A4056F" w:rsidR="00C427E1" w:rsidRDefault="001734F6" w:rsidP="0041076D">
      <w:pPr>
        <w:pStyle w:val="Kehatekst"/>
        <w:numPr>
          <w:ilvl w:val="0"/>
          <w:numId w:val="7"/>
        </w:numPr>
        <w:tabs>
          <w:tab w:val="left" w:pos="426"/>
        </w:tabs>
        <w:spacing w:after="0"/>
        <w:jc w:val="both"/>
      </w:pPr>
      <w:r w:rsidRPr="00C74A4B">
        <w:t xml:space="preserve">Seada </w:t>
      </w:r>
      <w:r w:rsidR="0041076D" w:rsidRPr="0041076D">
        <w:rPr>
          <w:i/>
          <w:iCs/>
        </w:rPr>
        <w:t>isiklik kasutusõigus Kihnu</w:t>
      </w:r>
      <w:r w:rsidRPr="0041076D">
        <w:rPr>
          <w:i/>
          <w:iCs/>
        </w:rPr>
        <w:t xml:space="preserve"> valla</w:t>
      </w:r>
      <w:r w:rsidRPr="00C74A4B">
        <w:t xml:space="preserve"> (</w:t>
      </w:r>
      <w:r>
        <w:t xml:space="preserve">vallavalitsuse registrikood </w:t>
      </w:r>
      <w:r w:rsidR="0041076D">
        <w:t>75003967, aadress Pärnu maakond, Kihnu vald, Linaküla, Kooli/1, 88003</w:t>
      </w:r>
      <w:r>
        <w:t xml:space="preserve">, </w:t>
      </w:r>
      <w:r w:rsidRPr="00C74A4B">
        <w:t xml:space="preserve">edaspidi nimetatud </w:t>
      </w:r>
      <w:r w:rsidRPr="003F0E7C">
        <w:rPr>
          <w:i/>
        </w:rPr>
        <w:t>õigustatud isik</w:t>
      </w:r>
      <w:r w:rsidRPr="00C74A4B">
        <w:t xml:space="preserve">) kasuks </w:t>
      </w:r>
      <w:r w:rsidR="0041076D">
        <w:t>Pärnu maakonnas Kihnu vallas asuvad järgmis</w:t>
      </w:r>
      <w:r w:rsidR="008F7253">
        <w:t>ed</w:t>
      </w:r>
      <w:r w:rsidR="0041076D">
        <w:t xml:space="preserve"> kinnisasjad:</w:t>
      </w:r>
    </w:p>
    <w:p w14:paraId="6A96165B" w14:textId="4B5F9EA4" w:rsidR="008F7253" w:rsidRPr="00322575" w:rsidRDefault="00C427E1" w:rsidP="008F7253">
      <w:pPr>
        <w:pStyle w:val="Kehatekst"/>
        <w:numPr>
          <w:ilvl w:val="1"/>
          <w:numId w:val="7"/>
        </w:numPr>
        <w:tabs>
          <w:tab w:val="left" w:pos="426"/>
        </w:tabs>
        <w:spacing w:after="0"/>
        <w:jc w:val="both"/>
        <w:rPr>
          <w:color w:val="FF0000"/>
          <w:szCs w:val="24"/>
        </w:rPr>
      </w:pPr>
      <w:r>
        <w:t xml:space="preserve">Lemsi </w:t>
      </w:r>
      <w:r w:rsidR="004516B8" w:rsidRPr="00862021">
        <w:t xml:space="preserve">külas </w:t>
      </w:r>
      <w:r w:rsidRPr="008F7253">
        <w:rPr>
          <w:bCs/>
          <w:i/>
          <w:iCs/>
          <w:u w:val="single"/>
        </w:rPr>
        <w:t>Audru metskond 137</w:t>
      </w:r>
      <w:r w:rsidR="004516B8" w:rsidRPr="00862021">
        <w:t xml:space="preserve"> (kinnistu registriosa nr </w:t>
      </w:r>
      <w:r>
        <w:t>4550306</w:t>
      </w:r>
      <w:r w:rsidR="004516B8" w:rsidRPr="00862021">
        <w:t xml:space="preserve">, katastritunnus </w:t>
      </w:r>
      <w:r>
        <w:t>30301:001:1012</w:t>
      </w:r>
      <w:r w:rsidR="004516B8" w:rsidRPr="00862021">
        <w:t>, riigi kinnisvararegistri kood KV</w:t>
      </w:r>
      <w:r>
        <w:t>43731</w:t>
      </w:r>
      <w:r w:rsidR="00F22C8A">
        <w:t xml:space="preserve">, sihtotstarve maatulundusmaa, pindala </w:t>
      </w:r>
      <w:r w:rsidR="008723A4">
        <w:t>87157 m²</w:t>
      </w:r>
      <w:r w:rsidR="004516B8" w:rsidRPr="004516B8">
        <w:t>)</w:t>
      </w:r>
      <w:r w:rsidR="008F7253">
        <w:t>.</w:t>
      </w:r>
      <w:r w:rsidR="004516B8" w:rsidRPr="004516B8">
        <w:t xml:space="preserve"> </w:t>
      </w:r>
      <w:r w:rsidR="008F7253" w:rsidRPr="002A787B">
        <w:t xml:space="preserve">Kasutusala </w:t>
      </w:r>
      <w:r w:rsidR="008F7253">
        <w:t>suurus</w:t>
      </w:r>
      <w:r w:rsidR="008F7253" w:rsidRPr="002A787B">
        <w:t xml:space="preserve"> </w:t>
      </w:r>
      <w:r w:rsidR="008F7253" w:rsidRPr="008F7253">
        <w:rPr>
          <w:bCs/>
          <w:i/>
          <w:iCs/>
        </w:rPr>
        <w:t>Nõmme – Aadu teel</w:t>
      </w:r>
      <w:r w:rsidR="008F7253" w:rsidRPr="008F7253">
        <w:rPr>
          <w:b/>
        </w:rPr>
        <w:t xml:space="preserve"> </w:t>
      </w:r>
      <w:r w:rsidR="008F7253" w:rsidRPr="004516B8">
        <w:t xml:space="preserve">(nr </w:t>
      </w:r>
      <w:r w:rsidR="008F7253">
        <w:t>3030019</w:t>
      </w:r>
      <w:r w:rsidR="008F7253" w:rsidRPr="004516B8">
        <w:t xml:space="preserve">) </w:t>
      </w:r>
      <w:r w:rsidR="008F7253" w:rsidRPr="002A787B">
        <w:t xml:space="preserve">on </w:t>
      </w:r>
      <w:r w:rsidR="008F7253">
        <w:t xml:space="preserve">ligikaudu </w:t>
      </w:r>
      <w:r w:rsidR="00C73247">
        <w:rPr>
          <w:i/>
          <w:iCs/>
          <w:u w:val="single"/>
        </w:rPr>
        <w:t>294</w:t>
      </w:r>
      <w:r w:rsidR="008F7253" w:rsidRPr="003F0E7C">
        <w:rPr>
          <w:i/>
          <w:iCs/>
          <w:u w:val="single"/>
        </w:rPr>
        <w:t xml:space="preserve"> m²</w:t>
      </w:r>
      <w:r w:rsidR="008F7253" w:rsidRPr="008F7253">
        <w:t xml:space="preserve"> ja </w:t>
      </w:r>
      <w:r w:rsidR="008F7253">
        <w:rPr>
          <w:szCs w:val="24"/>
        </w:rPr>
        <w:t>asukoht on näidatud piiratud asjaõiguste ruumiandmete infosüsteemis ruumiandmete tunnusega ID</w:t>
      </w:r>
      <w:r w:rsidR="00156D98">
        <w:rPr>
          <w:szCs w:val="24"/>
        </w:rPr>
        <w:t xml:space="preserve"> </w:t>
      </w:r>
      <w:r w:rsidR="00605FE8">
        <w:rPr>
          <w:szCs w:val="24"/>
        </w:rPr>
        <w:t>351085</w:t>
      </w:r>
      <w:r w:rsidR="008F7253">
        <w:rPr>
          <w:szCs w:val="24"/>
        </w:rPr>
        <w:t xml:space="preserve"> ja mille väljavõte on lisatud käesolevale käskkirjale (Lisa 1);</w:t>
      </w:r>
    </w:p>
    <w:p w14:paraId="50263FC4" w14:textId="7F900E7B" w:rsidR="00107305" w:rsidRDefault="008F7253" w:rsidP="00107305">
      <w:pPr>
        <w:pStyle w:val="Loendilik"/>
        <w:numPr>
          <w:ilvl w:val="1"/>
          <w:numId w:val="7"/>
        </w:numPr>
        <w:jc w:val="both"/>
      </w:pPr>
      <w:r>
        <w:lastRenderedPageBreak/>
        <w:t>Linakülas</w:t>
      </w:r>
      <w:r w:rsidRPr="00862021">
        <w:t xml:space="preserve"> </w:t>
      </w:r>
      <w:r w:rsidRPr="008F7253">
        <w:rPr>
          <w:bCs/>
          <w:i/>
          <w:iCs/>
          <w:u w:val="single"/>
        </w:rPr>
        <w:t>Audru metskond 35</w:t>
      </w:r>
      <w:r w:rsidRPr="008F7253">
        <w:rPr>
          <w:bCs/>
        </w:rPr>
        <w:t xml:space="preserve"> (kinnistu registriosa nr 3538250, katastritunnus 30301:001:0238, riigi kinnisvararegistri kood KV9625, sihtotstarve maatulundusmaa, pindala </w:t>
      </w:r>
      <w:r w:rsidR="008723A4">
        <w:rPr>
          <w:bCs/>
        </w:rPr>
        <w:t>291360 m²</w:t>
      </w:r>
      <w:r w:rsidRPr="008F7253">
        <w:rPr>
          <w:bCs/>
        </w:rPr>
        <w:t xml:space="preserve">).  Kasutusala suurus </w:t>
      </w:r>
      <w:r w:rsidRPr="00107305">
        <w:rPr>
          <w:bCs/>
          <w:i/>
          <w:iCs/>
        </w:rPr>
        <w:t>Haigla - Järve teel</w:t>
      </w:r>
      <w:r w:rsidRPr="008F7253">
        <w:rPr>
          <w:bCs/>
        </w:rPr>
        <w:t xml:space="preserve"> (nr 3030012) </w:t>
      </w:r>
      <w:r w:rsidR="00156D98">
        <w:rPr>
          <w:bCs/>
        </w:rPr>
        <w:t xml:space="preserve">on </w:t>
      </w:r>
      <w:r>
        <w:t xml:space="preserve">ligikaudu </w:t>
      </w:r>
      <w:r w:rsidR="0063479A">
        <w:rPr>
          <w:i/>
          <w:iCs/>
          <w:u w:val="single"/>
        </w:rPr>
        <w:t>15</w:t>
      </w:r>
      <w:r w:rsidR="00605FE8">
        <w:rPr>
          <w:i/>
          <w:iCs/>
          <w:u w:val="single"/>
        </w:rPr>
        <w:t>36</w:t>
      </w:r>
      <w:r w:rsidRPr="003F0E7C">
        <w:rPr>
          <w:i/>
          <w:iCs/>
          <w:u w:val="single"/>
        </w:rPr>
        <w:t xml:space="preserve"> m²</w:t>
      </w:r>
      <w:r w:rsidRPr="008F7253">
        <w:t xml:space="preserve"> ja </w:t>
      </w:r>
      <w:r>
        <w:rPr>
          <w:szCs w:val="24"/>
        </w:rPr>
        <w:t>asukoht on näidatud piiratud asjaõiguste ruumiandmete infosüsteemis ruumiandmete tunnusega ID</w:t>
      </w:r>
      <w:r w:rsidR="00156D98">
        <w:rPr>
          <w:szCs w:val="24"/>
        </w:rPr>
        <w:t xml:space="preserve"> </w:t>
      </w:r>
      <w:r>
        <w:rPr>
          <w:szCs w:val="24"/>
        </w:rPr>
        <w:t>139</w:t>
      </w:r>
      <w:r w:rsidR="00605FE8">
        <w:rPr>
          <w:szCs w:val="24"/>
        </w:rPr>
        <w:t>81</w:t>
      </w:r>
      <w:r>
        <w:rPr>
          <w:szCs w:val="24"/>
        </w:rPr>
        <w:t xml:space="preserve"> ja mille väljavõte on lisatud käesolevale käskkirjale (Lisa 2) </w:t>
      </w:r>
      <w:r w:rsidR="00107305">
        <w:rPr>
          <w:szCs w:val="24"/>
        </w:rPr>
        <w:t xml:space="preserve"> ning </w:t>
      </w:r>
      <w:r w:rsidR="00107305" w:rsidRPr="00107305">
        <w:rPr>
          <w:bCs/>
          <w:i/>
          <w:iCs/>
        </w:rPr>
        <w:t>Pritsu - Palu te</w:t>
      </w:r>
      <w:r w:rsidR="00107305">
        <w:rPr>
          <w:bCs/>
          <w:i/>
          <w:iCs/>
        </w:rPr>
        <w:t>el</w:t>
      </w:r>
      <w:r w:rsidR="00107305" w:rsidRPr="00107305">
        <w:t xml:space="preserve"> </w:t>
      </w:r>
      <w:r w:rsidR="00107305" w:rsidRPr="004516B8">
        <w:t xml:space="preserve">(nr </w:t>
      </w:r>
      <w:r w:rsidR="00107305">
        <w:t>3030026</w:t>
      </w:r>
      <w:r w:rsidR="00107305" w:rsidRPr="004516B8">
        <w:t xml:space="preserve">) </w:t>
      </w:r>
      <w:r w:rsidR="00156D98">
        <w:t xml:space="preserve">on </w:t>
      </w:r>
      <w:r w:rsidR="00107305">
        <w:t>ligikaudu</w:t>
      </w:r>
      <w:r w:rsidR="00156D98">
        <w:t xml:space="preserve"> </w:t>
      </w:r>
      <w:r w:rsidR="0063479A">
        <w:rPr>
          <w:i/>
          <w:iCs/>
          <w:u w:val="single"/>
        </w:rPr>
        <w:t>70</w:t>
      </w:r>
      <w:r w:rsidR="00605FE8">
        <w:rPr>
          <w:i/>
          <w:iCs/>
          <w:u w:val="single"/>
        </w:rPr>
        <w:t>5</w:t>
      </w:r>
      <w:r w:rsidR="00107305" w:rsidRPr="00156D98">
        <w:rPr>
          <w:i/>
          <w:iCs/>
          <w:u w:val="single"/>
        </w:rPr>
        <w:t xml:space="preserve"> m²</w:t>
      </w:r>
      <w:r w:rsidR="00156D98">
        <w:t xml:space="preserve"> ja </w:t>
      </w:r>
      <w:r w:rsidR="00156D98">
        <w:rPr>
          <w:szCs w:val="24"/>
        </w:rPr>
        <w:t>asukoht on näidatud piiratud asjaõiguste ruumiandmete infosüsteemis ruumiandmete tunnusega ID 139</w:t>
      </w:r>
      <w:r w:rsidR="00605FE8">
        <w:rPr>
          <w:szCs w:val="24"/>
        </w:rPr>
        <w:t>99</w:t>
      </w:r>
      <w:r w:rsidR="00156D98">
        <w:rPr>
          <w:szCs w:val="24"/>
        </w:rPr>
        <w:t xml:space="preserve"> ja mille väljavõte on lisatud käesolevale käskkirjale (Lisa 3);</w:t>
      </w:r>
    </w:p>
    <w:p w14:paraId="0922F444" w14:textId="7959D36D" w:rsidR="00156D98" w:rsidRDefault="00156D98" w:rsidP="00156D98">
      <w:pPr>
        <w:pStyle w:val="Loendilik"/>
        <w:numPr>
          <w:ilvl w:val="1"/>
          <w:numId w:val="7"/>
        </w:numPr>
        <w:jc w:val="both"/>
      </w:pPr>
      <w:r>
        <w:t>Rootsikülas</w:t>
      </w:r>
      <w:r w:rsidRPr="00862021">
        <w:t xml:space="preserve"> </w:t>
      </w:r>
      <w:r w:rsidRPr="00156D98">
        <w:rPr>
          <w:bCs/>
          <w:i/>
          <w:iCs/>
          <w:u w:val="single"/>
        </w:rPr>
        <w:t>Audru metskond 64</w:t>
      </w:r>
      <w:r w:rsidRPr="00862021">
        <w:t xml:space="preserve"> (kinnistu registriosa nr </w:t>
      </w:r>
      <w:r>
        <w:t>15670250</w:t>
      </w:r>
      <w:r w:rsidRPr="00862021">
        <w:t xml:space="preserve">, katastritunnus </w:t>
      </w:r>
      <w:r>
        <w:t>30301:001:0612</w:t>
      </w:r>
      <w:r w:rsidRPr="00862021">
        <w:t>, riigi kinnisvararegistri kood KV</w:t>
      </w:r>
      <w:r>
        <w:t xml:space="preserve">1555, sihtotstarve maatulundusmaa, pindala </w:t>
      </w:r>
      <w:r w:rsidR="008723A4">
        <w:t>105875 m²</w:t>
      </w:r>
      <w:r w:rsidRPr="004516B8">
        <w:t>)</w:t>
      </w:r>
      <w:r>
        <w:t xml:space="preserve">. Kasutusala suurus </w:t>
      </w:r>
      <w:r w:rsidRPr="00156D98">
        <w:rPr>
          <w:bCs/>
          <w:i/>
          <w:iCs/>
        </w:rPr>
        <w:t>Suigu - Abaja tee</w:t>
      </w:r>
      <w:r w:rsidRPr="00156D98">
        <w:rPr>
          <w:i/>
          <w:iCs/>
        </w:rPr>
        <w:t>l</w:t>
      </w:r>
      <w:r w:rsidRPr="00156D98">
        <w:t xml:space="preserve"> </w:t>
      </w:r>
      <w:r w:rsidRPr="004516B8">
        <w:t xml:space="preserve">(nr </w:t>
      </w:r>
      <w:r>
        <w:t>3030014</w:t>
      </w:r>
      <w:r w:rsidRPr="004516B8">
        <w:t xml:space="preserve">) </w:t>
      </w:r>
      <w:r>
        <w:t xml:space="preserve">on ligikaudu </w:t>
      </w:r>
      <w:r w:rsidR="0063479A">
        <w:rPr>
          <w:i/>
          <w:iCs/>
          <w:u w:val="single"/>
        </w:rPr>
        <w:t>1731</w:t>
      </w:r>
      <w:r w:rsidRPr="00156D98">
        <w:rPr>
          <w:i/>
          <w:iCs/>
          <w:u w:val="single"/>
        </w:rPr>
        <w:t xml:space="preserve"> m²</w:t>
      </w:r>
      <w:r>
        <w:t xml:space="preserve"> ja </w:t>
      </w:r>
      <w:r>
        <w:rPr>
          <w:szCs w:val="24"/>
        </w:rPr>
        <w:t>asukoht on näidatud piiratud asjaõiguste ruumiandmete infosüsteemis ruumiandmete tunnusega ID 13958 ja mille väljavõte on lisatud käesolevale käskkirjale (Lisa 4);</w:t>
      </w:r>
    </w:p>
    <w:p w14:paraId="778F23C9" w14:textId="0E337371" w:rsidR="00156D98" w:rsidRPr="0063479A" w:rsidRDefault="00156D98" w:rsidP="00156D98">
      <w:pPr>
        <w:pStyle w:val="Loendilik"/>
        <w:numPr>
          <w:ilvl w:val="1"/>
          <w:numId w:val="7"/>
        </w:numPr>
        <w:jc w:val="both"/>
      </w:pPr>
      <w:r>
        <w:t>Rootsikülas</w:t>
      </w:r>
      <w:r w:rsidRPr="00862021">
        <w:t xml:space="preserve"> </w:t>
      </w:r>
      <w:r w:rsidRPr="00156D98">
        <w:rPr>
          <w:bCs/>
          <w:i/>
          <w:iCs/>
          <w:u w:val="single"/>
        </w:rPr>
        <w:t>Audru metskond 63</w:t>
      </w:r>
      <w:r w:rsidRPr="00156D98">
        <w:rPr>
          <w:bCs/>
        </w:rPr>
        <w:t xml:space="preserve"> (kinnistu registriosa nr 4545806, katastritunnus 30301:001:1048, riigi kinnisvararegistri kood KV11598</w:t>
      </w:r>
      <w:r>
        <w:rPr>
          <w:bCs/>
        </w:rPr>
        <w:t xml:space="preserve">, sihtotstarve maatulundusmaa, pindala </w:t>
      </w:r>
      <w:r w:rsidR="008723A4">
        <w:rPr>
          <w:bCs/>
        </w:rPr>
        <w:t>220920 m²</w:t>
      </w:r>
      <w:r w:rsidRPr="00156D98">
        <w:rPr>
          <w:bCs/>
        </w:rPr>
        <w:t>)</w:t>
      </w:r>
      <w:r>
        <w:rPr>
          <w:bCs/>
        </w:rPr>
        <w:t xml:space="preserve">. Kasutusala suurus </w:t>
      </w:r>
      <w:r w:rsidRPr="00156D98">
        <w:rPr>
          <w:bCs/>
          <w:i/>
          <w:iCs/>
        </w:rPr>
        <w:t>Suigu - Kalmu teel</w:t>
      </w:r>
      <w:r w:rsidRPr="00156D98">
        <w:rPr>
          <w:bCs/>
        </w:rPr>
        <w:t xml:space="preserve"> (nr 3030028) </w:t>
      </w:r>
      <w:r>
        <w:rPr>
          <w:bCs/>
        </w:rPr>
        <w:t xml:space="preserve">on </w:t>
      </w:r>
      <w:r w:rsidRPr="00156D98">
        <w:rPr>
          <w:bCs/>
        </w:rPr>
        <w:t xml:space="preserve">ligikaudu </w:t>
      </w:r>
      <w:r w:rsidR="0063479A">
        <w:rPr>
          <w:bCs/>
          <w:i/>
          <w:iCs/>
          <w:u w:val="single"/>
        </w:rPr>
        <w:t>773</w:t>
      </w:r>
      <w:r w:rsidRPr="00156D98">
        <w:rPr>
          <w:bCs/>
          <w:i/>
          <w:iCs/>
          <w:u w:val="single"/>
        </w:rPr>
        <w:t xml:space="preserve"> m²</w:t>
      </w:r>
      <w:r>
        <w:rPr>
          <w:bCs/>
          <w:i/>
          <w:iCs/>
          <w:u w:val="single"/>
        </w:rPr>
        <w:t xml:space="preserve"> </w:t>
      </w:r>
      <w:r>
        <w:rPr>
          <w:bCs/>
        </w:rPr>
        <w:t xml:space="preserve"> ja </w:t>
      </w:r>
      <w:r>
        <w:rPr>
          <w:szCs w:val="24"/>
        </w:rPr>
        <w:t>asukoht on näidatud piiratud asjaõiguste ruumiandmete infosüsteemis ruumiandmete tunnusega ID 13944 ja mille väljavõte on lisatud käesolevale käskkirjale (Lisa 5);</w:t>
      </w:r>
    </w:p>
    <w:p w14:paraId="7DDB0D0D" w14:textId="56AB09BE" w:rsidR="0063479A" w:rsidRDefault="0063479A" w:rsidP="0063479A">
      <w:pPr>
        <w:pStyle w:val="Loendilik"/>
        <w:numPr>
          <w:ilvl w:val="1"/>
          <w:numId w:val="7"/>
        </w:numPr>
        <w:jc w:val="both"/>
      </w:pPr>
      <w:r>
        <w:t>Rootsikülas</w:t>
      </w:r>
      <w:r w:rsidRPr="00862021">
        <w:t xml:space="preserve"> </w:t>
      </w:r>
      <w:r w:rsidRPr="0063479A">
        <w:rPr>
          <w:bCs/>
          <w:i/>
          <w:iCs/>
          <w:u w:val="single"/>
        </w:rPr>
        <w:t>Audru metskond 63</w:t>
      </w:r>
      <w:r w:rsidRPr="0063479A">
        <w:rPr>
          <w:bCs/>
        </w:rPr>
        <w:t xml:space="preserve"> (kinnistu registriosa nr 4545806, katastritunnus 30301:001:1048, riigi kinnisvararegistri kood KV11598, sihtotstarve maatulundusmaa, pindala </w:t>
      </w:r>
      <w:r w:rsidR="008723A4">
        <w:rPr>
          <w:bCs/>
        </w:rPr>
        <w:t>220920 m²</w:t>
      </w:r>
      <w:r w:rsidRPr="0063479A">
        <w:rPr>
          <w:bCs/>
        </w:rPr>
        <w:t xml:space="preserve">). Kasutusala suurus </w:t>
      </w:r>
      <w:r w:rsidRPr="0063479A">
        <w:rPr>
          <w:bCs/>
          <w:i/>
          <w:iCs/>
        </w:rPr>
        <w:t>Lõllemäe - Silmi teel</w:t>
      </w:r>
      <w:r w:rsidRPr="0063479A">
        <w:rPr>
          <w:bCs/>
        </w:rPr>
        <w:t xml:space="preserve"> (nr 3030042) on ligikaudu </w:t>
      </w:r>
      <w:r w:rsidRPr="0063479A">
        <w:rPr>
          <w:bCs/>
          <w:i/>
          <w:iCs/>
          <w:u w:val="single"/>
        </w:rPr>
        <w:t>14</w:t>
      </w:r>
      <w:r w:rsidR="00C06443">
        <w:rPr>
          <w:bCs/>
          <w:i/>
          <w:iCs/>
          <w:u w:val="single"/>
        </w:rPr>
        <w:t>1</w:t>
      </w:r>
      <w:r w:rsidRPr="0063479A">
        <w:rPr>
          <w:bCs/>
          <w:i/>
          <w:iCs/>
          <w:u w:val="single"/>
        </w:rPr>
        <w:t xml:space="preserve"> m² </w:t>
      </w:r>
      <w:r w:rsidRPr="0063479A">
        <w:rPr>
          <w:bCs/>
        </w:rPr>
        <w:t xml:space="preserve"> ja </w:t>
      </w:r>
      <w:r w:rsidRPr="0063479A">
        <w:rPr>
          <w:szCs w:val="24"/>
        </w:rPr>
        <w:t xml:space="preserve">asukoht on näidatud piiratud asjaõiguste ruumiandmete infosüsteemis ruumiandmete tunnusega ID </w:t>
      </w:r>
      <w:r w:rsidR="00C06443">
        <w:rPr>
          <w:szCs w:val="24"/>
        </w:rPr>
        <w:t>350795</w:t>
      </w:r>
      <w:r w:rsidRPr="0063479A">
        <w:rPr>
          <w:szCs w:val="24"/>
        </w:rPr>
        <w:t xml:space="preserve"> ja mille väljavõte on lisatud käesolevale käskkirjale (Lisa </w:t>
      </w:r>
      <w:r w:rsidR="009A42DD">
        <w:rPr>
          <w:szCs w:val="24"/>
        </w:rPr>
        <w:t>6</w:t>
      </w:r>
      <w:r w:rsidRPr="0063479A">
        <w:rPr>
          <w:szCs w:val="24"/>
        </w:rPr>
        <w:t>)</w:t>
      </w:r>
      <w:r>
        <w:rPr>
          <w:szCs w:val="24"/>
        </w:rPr>
        <w:t>;</w:t>
      </w:r>
    </w:p>
    <w:p w14:paraId="767BEA29" w14:textId="234ED657" w:rsidR="0063479A" w:rsidRPr="0063479A" w:rsidRDefault="00C427E1" w:rsidP="00156D98">
      <w:pPr>
        <w:pStyle w:val="Loendilik"/>
        <w:numPr>
          <w:ilvl w:val="1"/>
          <w:numId w:val="7"/>
        </w:numPr>
        <w:jc w:val="both"/>
      </w:pPr>
      <w:r>
        <w:t>Linakülas</w:t>
      </w:r>
      <w:r w:rsidRPr="00862021">
        <w:t xml:space="preserve"> </w:t>
      </w:r>
      <w:r w:rsidRPr="00156D98">
        <w:rPr>
          <w:bCs/>
          <w:i/>
          <w:iCs/>
          <w:u w:val="single"/>
        </w:rPr>
        <w:t>Audru metskond 45</w:t>
      </w:r>
      <w:r w:rsidRPr="00862021">
        <w:t xml:space="preserve"> (kinnistu registriosa nr </w:t>
      </w:r>
      <w:r>
        <w:t>14791750</w:t>
      </w:r>
      <w:r w:rsidRPr="00862021">
        <w:t xml:space="preserve">, katastritunnus </w:t>
      </w:r>
      <w:r>
        <w:t>30301:001:0242</w:t>
      </w:r>
      <w:r w:rsidRPr="00862021">
        <w:t>, riigi kinnisvararegistri kood KV</w:t>
      </w:r>
      <w:r>
        <w:t>1892</w:t>
      </w:r>
      <w:r w:rsidR="00156D98">
        <w:t xml:space="preserve">, sihtotstarve maatulundusmaa, pindala </w:t>
      </w:r>
      <w:r w:rsidR="008723A4">
        <w:t>69669 m²</w:t>
      </w:r>
      <w:r w:rsidRPr="004516B8">
        <w:t>)</w:t>
      </w:r>
      <w:r w:rsidR="00156D98">
        <w:t xml:space="preserve">. Kasutusala suurus </w:t>
      </w:r>
      <w:r w:rsidRPr="00156D98">
        <w:rPr>
          <w:bCs/>
          <w:i/>
          <w:iCs/>
        </w:rPr>
        <w:t>Suigu - Kalmu tee</w:t>
      </w:r>
      <w:r w:rsidR="00156D98" w:rsidRPr="00156D98">
        <w:rPr>
          <w:bCs/>
          <w:i/>
          <w:iCs/>
        </w:rPr>
        <w:t>l</w:t>
      </w:r>
      <w:r w:rsidRPr="008F7253">
        <w:rPr>
          <w:b/>
        </w:rPr>
        <w:t xml:space="preserve"> </w:t>
      </w:r>
      <w:r w:rsidRPr="004516B8">
        <w:t xml:space="preserve">(nr </w:t>
      </w:r>
      <w:r>
        <w:t>3030028</w:t>
      </w:r>
      <w:r w:rsidRPr="004516B8">
        <w:t xml:space="preserve">) </w:t>
      </w:r>
      <w:r w:rsidR="00156D98">
        <w:t xml:space="preserve">on ligikaudu </w:t>
      </w:r>
      <w:r w:rsidR="0063479A">
        <w:rPr>
          <w:i/>
          <w:iCs/>
          <w:u w:val="single"/>
        </w:rPr>
        <w:t xml:space="preserve">966 </w:t>
      </w:r>
      <w:r w:rsidR="00156D98">
        <w:t xml:space="preserve">ja </w:t>
      </w:r>
      <w:r w:rsidR="00156D98">
        <w:rPr>
          <w:szCs w:val="24"/>
        </w:rPr>
        <w:t xml:space="preserve">asukoht on näidatud piiratud asjaõiguste ruumiandmete infosüsteemis ruumiandmete tunnusega ID </w:t>
      </w:r>
      <w:r w:rsidR="008842C6">
        <w:rPr>
          <w:szCs w:val="24"/>
        </w:rPr>
        <w:t>13874</w:t>
      </w:r>
      <w:r w:rsidR="00156D98">
        <w:rPr>
          <w:szCs w:val="24"/>
        </w:rPr>
        <w:t xml:space="preserve"> ja mille väljavõte on lisatud käesolevale käskkirjale (Lisa </w:t>
      </w:r>
      <w:r w:rsidR="009A42DD">
        <w:rPr>
          <w:szCs w:val="24"/>
        </w:rPr>
        <w:t>7</w:t>
      </w:r>
      <w:r w:rsidR="00156D98">
        <w:rPr>
          <w:szCs w:val="24"/>
        </w:rPr>
        <w:t>)</w:t>
      </w:r>
      <w:r w:rsidR="008723A4">
        <w:rPr>
          <w:szCs w:val="24"/>
        </w:rPr>
        <w:t>.</w:t>
      </w:r>
    </w:p>
    <w:p w14:paraId="7917EC54" w14:textId="1D8D440D" w:rsidR="00B95DEE" w:rsidRPr="007F71FD" w:rsidRDefault="00B95DEE" w:rsidP="00B95DEE">
      <w:pPr>
        <w:pStyle w:val="Default"/>
        <w:numPr>
          <w:ilvl w:val="0"/>
          <w:numId w:val="7"/>
        </w:numPr>
        <w:jc w:val="both"/>
      </w:pPr>
      <w:r w:rsidRPr="008C1531">
        <w:t>Isikliku kasutusõiguse sisuks on punktis 1</w:t>
      </w:r>
      <w:r>
        <w:t>.</w:t>
      </w:r>
      <w:r w:rsidRPr="008C1531">
        <w:t xml:space="preserve"> nimetatud kinnisasja</w:t>
      </w:r>
      <w:r>
        <w:t>de</w:t>
      </w:r>
      <w:r w:rsidRPr="008C1531">
        <w:t xml:space="preserve"> kasutamine kasutusala ulatuses </w:t>
      </w:r>
      <w:r w:rsidRPr="003F0E7C">
        <w:rPr>
          <w:i/>
        </w:rPr>
        <w:t>tee</w:t>
      </w:r>
      <w:r w:rsidRPr="003F0E7C">
        <w:rPr>
          <w:color w:val="auto"/>
        </w:rPr>
        <w:t xml:space="preserve"> avalikuks kasutamiseks ning kõikide tööde teostamiseks, mis on seotud avalikult kasutatava tee ehitamise, </w:t>
      </w:r>
      <w:r w:rsidRPr="008C1531">
        <w:t>majandamise, remontimise, korrashoiu ja hooldamisega</w:t>
      </w:r>
      <w:r w:rsidRPr="003F0E7C">
        <w:rPr>
          <w:color w:val="auto"/>
        </w:rPr>
        <w:t xml:space="preserve"> </w:t>
      </w:r>
      <w:r w:rsidRPr="008C1531">
        <w:t>käesolevas käskkirjas ja isikliku kasutusõiguse seadmise lepingus sätestatud tingimustel.</w:t>
      </w:r>
      <w:r w:rsidRPr="007F71FD">
        <w:t xml:space="preserve"> </w:t>
      </w:r>
    </w:p>
    <w:p w14:paraId="25D23AAB" w14:textId="77777777" w:rsidR="00B95DEE" w:rsidRPr="00D23186" w:rsidRDefault="00B95DEE" w:rsidP="00B95DEE">
      <w:pPr>
        <w:pStyle w:val="Default"/>
        <w:numPr>
          <w:ilvl w:val="0"/>
          <w:numId w:val="7"/>
        </w:numPr>
        <w:jc w:val="both"/>
      </w:pPr>
      <w:r>
        <w:t>I</w:t>
      </w:r>
      <w:r w:rsidRPr="00D23186">
        <w:t>siklik kasutusõigus</w:t>
      </w:r>
      <w:r>
        <w:t xml:space="preserve"> seatakse </w:t>
      </w:r>
      <w:r w:rsidRPr="00D23186">
        <w:t xml:space="preserve">järgmistel tingimustel: </w:t>
      </w:r>
    </w:p>
    <w:p w14:paraId="0D21782F" w14:textId="77777777" w:rsidR="00B95DEE" w:rsidRDefault="00B95DEE" w:rsidP="00B95DEE">
      <w:pPr>
        <w:pStyle w:val="Default"/>
        <w:numPr>
          <w:ilvl w:val="1"/>
          <w:numId w:val="7"/>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asjaõiguses sätestatud korras</w:t>
      </w:r>
      <w:r w:rsidRPr="007F71FD">
        <w:t xml:space="preserve">; </w:t>
      </w:r>
    </w:p>
    <w:p w14:paraId="580C502E" w14:textId="77777777" w:rsidR="00B95DEE" w:rsidRDefault="00B95DEE" w:rsidP="00B95DEE">
      <w:pPr>
        <w:pStyle w:val="Default"/>
        <w:numPr>
          <w:ilvl w:val="1"/>
          <w:numId w:val="7"/>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6B6CDBE3" w14:textId="77777777" w:rsidR="00B95DEE" w:rsidRPr="00880CCE" w:rsidRDefault="00B95DEE" w:rsidP="00B95DEE">
      <w:pPr>
        <w:pStyle w:val="Pealkiri21"/>
        <w:numPr>
          <w:ilvl w:val="1"/>
          <w:numId w:val="7"/>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4A3C71E0" w14:textId="77777777" w:rsidR="00B95DEE" w:rsidRPr="007F71FD" w:rsidRDefault="00B95DEE" w:rsidP="00B95DEE">
      <w:pPr>
        <w:pStyle w:val="Default"/>
        <w:numPr>
          <w:ilvl w:val="1"/>
          <w:numId w:val="7"/>
        </w:numPr>
        <w:jc w:val="both"/>
      </w:pPr>
      <w:r>
        <w:t>käesoleval juhul avalikes huvides kasutatava tee korral riik tasu ei määra</w:t>
      </w:r>
      <w:r w:rsidRPr="007F71FD">
        <w:t xml:space="preserve">; </w:t>
      </w:r>
    </w:p>
    <w:p w14:paraId="0BE9731F" w14:textId="77777777" w:rsidR="00B95DEE" w:rsidRDefault="00B95DEE" w:rsidP="00B95DEE">
      <w:pPr>
        <w:pStyle w:val="Default"/>
        <w:numPr>
          <w:ilvl w:val="1"/>
          <w:numId w:val="7"/>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5F23073" w14:textId="77777777" w:rsidR="00B95DEE" w:rsidRDefault="00B95DEE" w:rsidP="00B95DEE">
      <w:pPr>
        <w:pStyle w:val="Default"/>
        <w:numPr>
          <w:ilvl w:val="1"/>
          <w:numId w:val="7"/>
        </w:numPr>
        <w:jc w:val="both"/>
      </w:pPr>
      <w:r>
        <w:t>õigustatud isikul on kohustus:</w:t>
      </w:r>
    </w:p>
    <w:p w14:paraId="07396A7F" w14:textId="77777777" w:rsidR="00B95DEE" w:rsidRPr="007F71FD" w:rsidRDefault="00B95DEE" w:rsidP="00B95DEE">
      <w:pPr>
        <w:pStyle w:val="Default"/>
        <w:numPr>
          <w:ilvl w:val="2"/>
          <w:numId w:val="7"/>
        </w:numPr>
        <w:jc w:val="both"/>
      </w:pPr>
      <w:r>
        <w:lastRenderedPageBreak/>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40B73EE3" w14:textId="77777777" w:rsidR="00B95DEE" w:rsidRPr="00880CCE" w:rsidRDefault="00B95DEE" w:rsidP="00B95DEE">
      <w:pPr>
        <w:pStyle w:val="Pealkiri21"/>
        <w:numPr>
          <w:ilvl w:val="2"/>
          <w:numId w:val="7"/>
        </w:numPr>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50F45F82" w14:textId="77777777" w:rsidR="00B95DEE" w:rsidRPr="00880CCE" w:rsidRDefault="00B95DEE" w:rsidP="00B95DEE">
      <w:pPr>
        <w:pStyle w:val="Pealkiri21"/>
        <w:numPr>
          <w:ilvl w:val="2"/>
          <w:numId w:val="7"/>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4A00DE49" w14:textId="77777777" w:rsidR="00B95DEE" w:rsidRPr="00880CCE" w:rsidRDefault="00B95DEE" w:rsidP="00B95DEE">
      <w:pPr>
        <w:pStyle w:val="Pealkiri21"/>
        <w:numPr>
          <w:ilvl w:val="2"/>
          <w:numId w:val="7"/>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1E5C6B1E" w14:textId="77777777" w:rsidR="00B95DEE" w:rsidRPr="00EE5CD1" w:rsidRDefault="00B95DEE" w:rsidP="00B95DEE">
      <w:pPr>
        <w:pStyle w:val="Default"/>
        <w:numPr>
          <w:ilvl w:val="2"/>
          <w:numId w:val="7"/>
        </w:numPr>
        <w:jc w:val="both"/>
      </w:pPr>
      <w:r w:rsidRPr="00EE5CD1">
        <w:t xml:space="preserve">sõlmida RMK-ga leping kasvava metsa raadamise vajaduse korral kasutusõiguse alas; </w:t>
      </w:r>
    </w:p>
    <w:p w14:paraId="5A861425" w14:textId="77777777" w:rsidR="00B95DEE" w:rsidRPr="00F152A4" w:rsidRDefault="00B95DEE" w:rsidP="00B95DEE">
      <w:pPr>
        <w:pStyle w:val="Default"/>
        <w:numPr>
          <w:ilvl w:val="2"/>
          <w:numId w:val="7"/>
        </w:numPr>
        <w:jc w:val="both"/>
      </w:pPr>
      <w:r w:rsidRPr="00534E21">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64BFBCC3" w14:textId="77777777" w:rsidR="00B95DEE" w:rsidRPr="00571A0E" w:rsidRDefault="00B95DEE" w:rsidP="00B95DEE">
      <w:pPr>
        <w:pStyle w:val="Default"/>
        <w:numPr>
          <w:ilvl w:val="2"/>
          <w:numId w:val="7"/>
        </w:numPr>
        <w:jc w:val="both"/>
      </w:pPr>
      <w:r w:rsidRPr="00571A0E">
        <w:t>hüvitada RMK-le kasutusõiguse alal kasvava metsa raiega seonduvad kulud (raie, kokkuvedu, ladustamine)</w:t>
      </w:r>
      <w:r>
        <w:t xml:space="preserve"> juhul kui töid teostab RMK</w:t>
      </w:r>
      <w:r w:rsidRPr="00571A0E">
        <w:t xml:space="preserve">; </w:t>
      </w:r>
    </w:p>
    <w:p w14:paraId="2AB95F34" w14:textId="77777777" w:rsidR="00B95DEE" w:rsidRPr="007F71FD" w:rsidRDefault="00B95DEE" w:rsidP="00B95DEE">
      <w:pPr>
        <w:pStyle w:val="Default"/>
        <w:numPr>
          <w:ilvl w:val="2"/>
          <w:numId w:val="7"/>
        </w:numPr>
        <w:jc w:val="both"/>
      </w:pPr>
      <w:r w:rsidRPr="007F71FD">
        <w:t>anda tagasivõetamatu nõusolek kinnis</w:t>
      </w:r>
      <w:r>
        <w:t>asja</w:t>
      </w:r>
      <w:r w:rsidRPr="007F71FD">
        <w:t xml:space="preserve"> jagamise korral isikliku kasutusõiguse ülekandmiseks selliselt, et isiklik kasutusõigus jääb koormama vaid kinnis</w:t>
      </w:r>
      <w:r>
        <w:t>asja</w:t>
      </w:r>
      <w:r w:rsidRPr="007F71FD">
        <w:t xml:space="preserve">, kus asub käesolevale käskkirjale lisatud asendiplaanil näidatud kasutusala ja teistele kinnisasjadele isiklikku kasutusõigust üle ei kanta; </w:t>
      </w:r>
    </w:p>
    <w:p w14:paraId="248629FB" w14:textId="77777777" w:rsidR="00B95DEE" w:rsidRDefault="00B95DEE" w:rsidP="00B95DEE">
      <w:pPr>
        <w:pStyle w:val="Default"/>
        <w:numPr>
          <w:ilvl w:val="2"/>
          <w:numId w:val="7"/>
        </w:numPr>
        <w:jc w:val="both"/>
      </w:pPr>
      <w:r w:rsidRPr="007F71FD">
        <w:t>sõlmi</w:t>
      </w:r>
      <w:r>
        <w:t>d</w:t>
      </w:r>
      <w:r w:rsidRPr="007F71FD">
        <w:t xml:space="preserve">a </w:t>
      </w:r>
      <w:r>
        <w:t xml:space="preserve">RMK-ga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4A053EBA" w14:textId="77777777" w:rsidR="00B95DEE" w:rsidRDefault="00B95DEE" w:rsidP="00B95DEE">
      <w:pPr>
        <w:pStyle w:val="Pealkiri21"/>
        <w:numPr>
          <w:ilvl w:val="2"/>
          <w:numId w:val="7"/>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4644366B" w14:textId="77777777" w:rsidR="00B95DEE" w:rsidRPr="00534E21" w:rsidRDefault="00B95DEE" w:rsidP="00B95DEE">
      <w:pPr>
        <w:pStyle w:val="Default"/>
        <w:numPr>
          <w:ilvl w:val="1"/>
          <w:numId w:val="7"/>
        </w:numPr>
        <w:jc w:val="both"/>
      </w:pPr>
      <w:r>
        <w:t>õigustatud isikul</w:t>
      </w:r>
      <w:r w:rsidRPr="00534E21">
        <w:t xml:space="preserve"> on õigus:</w:t>
      </w:r>
    </w:p>
    <w:p w14:paraId="41E88056" w14:textId="77777777" w:rsidR="00B95DEE" w:rsidRPr="00534E21" w:rsidRDefault="00B95DEE" w:rsidP="00B95DEE">
      <w:pPr>
        <w:pStyle w:val="Default"/>
        <w:numPr>
          <w:ilvl w:val="2"/>
          <w:numId w:val="7"/>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0F903870" w14:textId="77777777" w:rsidR="00B95DEE" w:rsidRDefault="00B95DEE" w:rsidP="00B95DEE">
      <w:pPr>
        <w:pStyle w:val="Default"/>
        <w:numPr>
          <w:ilvl w:val="2"/>
          <w:numId w:val="7"/>
        </w:numPr>
        <w:jc w:val="both"/>
      </w:pPr>
      <w:r w:rsidRPr="00033366">
        <w:t>puude ja põõsaste, mille keskmine rinnasdiameeter on alla 8 cm, raie teostamiseks või selle tellimiseks kolmandatelt isikutelt oma kulul</w:t>
      </w:r>
      <w:r>
        <w:t>.</w:t>
      </w:r>
    </w:p>
    <w:p w14:paraId="2AD1E852" w14:textId="77777777" w:rsidR="00B95DEE" w:rsidRPr="007F71FD" w:rsidRDefault="00B95DEE" w:rsidP="00B95DEE">
      <w:pPr>
        <w:pStyle w:val="Default"/>
        <w:numPr>
          <w:ilvl w:val="0"/>
          <w:numId w:val="7"/>
        </w:numPr>
        <w:spacing w:after="27"/>
        <w:jc w:val="both"/>
      </w:pPr>
      <w:r>
        <w:t>RMK-l on õigus kasutusõiguse ala kasutada tingimusel, et ta ei kahjusta kasutusõiguse ala ega takista isikliku kasutusõiguse omaniku õiguste teostamist;</w:t>
      </w:r>
    </w:p>
    <w:p w14:paraId="51CA5E24" w14:textId="77777777" w:rsidR="00B95DEE" w:rsidRPr="00C22E25" w:rsidRDefault="00B95DEE" w:rsidP="00B95DEE">
      <w:pPr>
        <w:numPr>
          <w:ilvl w:val="0"/>
          <w:numId w:val="7"/>
        </w:numPr>
        <w:tabs>
          <w:tab w:val="left" w:pos="567"/>
        </w:tabs>
        <w:rPr>
          <w:szCs w:val="24"/>
        </w:rPr>
      </w:pPr>
      <w:r>
        <w:rPr>
          <w:szCs w:val="24"/>
        </w:rPr>
        <w:t>RMK-l on kohustus</w:t>
      </w:r>
      <w:r w:rsidRPr="00C22E25">
        <w:rPr>
          <w:szCs w:val="24"/>
        </w:rPr>
        <w:t>:</w:t>
      </w:r>
    </w:p>
    <w:p w14:paraId="5B8A6870" w14:textId="77777777" w:rsidR="00B95DEE" w:rsidRPr="00C22E25" w:rsidRDefault="00B95DEE" w:rsidP="00B95DEE">
      <w:pPr>
        <w:numPr>
          <w:ilvl w:val="1"/>
          <w:numId w:val="7"/>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67D576F6" w14:textId="77777777" w:rsidR="00B95DEE" w:rsidRPr="008E6F69" w:rsidRDefault="00B95DEE" w:rsidP="00B95DEE">
      <w:pPr>
        <w:numPr>
          <w:ilvl w:val="1"/>
          <w:numId w:val="7"/>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341B940" w14:textId="77777777" w:rsidR="00B95DEE" w:rsidRPr="000B64E9" w:rsidRDefault="00B95DEE" w:rsidP="00B95DEE">
      <w:pPr>
        <w:numPr>
          <w:ilvl w:val="0"/>
          <w:numId w:val="7"/>
        </w:numPr>
        <w:jc w:val="both"/>
        <w:rPr>
          <w:szCs w:val="24"/>
        </w:rPr>
      </w:pPr>
      <w:r w:rsidRPr="000B64E9">
        <w:rPr>
          <w:szCs w:val="24"/>
        </w:rPr>
        <w:t xml:space="preserve">Kinnisasja isikliku kasutusõigusega koormamise lepingu sõlmimisega seotud kulud tasub õigustatud isik. </w:t>
      </w:r>
    </w:p>
    <w:p w14:paraId="0B6C85B9" w14:textId="0CC62565" w:rsidR="00B95DEE" w:rsidRDefault="00B95DEE" w:rsidP="00B95DEE">
      <w:pPr>
        <w:pStyle w:val="Default"/>
        <w:numPr>
          <w:ilvl w:val="0"/>
          <w:numId w:val="7"/>
        </w:numPr>
        <w:jc w:val="both"/>
      </w:pPr>
      <w:r>
        <w:t>Kinnisvaraosa</w:t>
      </w:r>
      <w:r w:rsidRPr="00E46D7C">
        <w:t xml:space="preserve">konna maaõiguse spetsialistil korraldada lepingu sõlmimine riigi nimel ning salvestamine </w:t>
      </w:r>
      <w:r>
        <w:t xml:space="preserve">registritesse </w:t>
      </w:r>
      <w:r w:rsidRPr="00E46D7C">
        <w:t>vastavalt kehtivale korrale</w:t>
      </w:r>
      <w:r>
        <w:t>.</w:t>
      </w:r>
    </w:p>
    <w:p w14:paraId="5D52C9E6" w14:textId="77777777" w:rsidR="00B95DEE" w:rsidRPr="00CE0692" w:rsidRDefault="00B95DEE" w:rsidP="00B95DEE">
      <w:pPr>
        <w:jc w:val="both"/>
        <w:rPr>
          <w:szCs w:val="24"/>
        </w:rPr>
      </w:pPr>
    </w:p>
    <w:p w14:paraId="4C185629" w14:textId="28954106" w:rsidR="00B95DEE" w:rsidRPr="00CE0692" w:rsidRDefault="00B95DEE" w:rsidP="00B95DEE">
      <w:pPr>
        <w:jc w:val="both"/>
        <w:rPr>
          <w:szCs w:val="24"/>
        </w:rPr>
      </w:pPr>
      <w:r w:rsidRPr="00CE0692">
        <w:rPr>
          <w:szCs w:val="24"/>
        </w:rPr>
        <w:t>Käesoleva käskkirja peale on võimalik esitada vaie RMK-le haldusmenetluse seaduses sätestatud tähtajal, tingimustel ja korras või kaebus halduskohtule halduskohtumenetluse seadustikus sätestatud tähtajal, tingimustel ja korras.</w:t>
      </w:r>
    </w:p>
    <w:p w14:paraId="5CAE36BD" w14:textId="77777777" w:rsidR="00B95DEE" w:rsidRDefault="00B95DEE" w:rsidP="00B95DEE">
      <w:pPr>
        <w:jc w:val="both"/>
        <w:rPr>
          <w:szCs w:val="24"/>
        </w:rPr>
      </w:pPr>
    </w:p>
    <w:p w14:paraId="144722DC" w14:textId="77777777" w:rsidR="00F741B4" w:rsidRDefault="00586E92" w:rsidP="006A4FE7">
      <w:pPr>
        <w:jc w:val="both"/>
        <w:rPr>
          <w:szCs w:val="24"/>
        </w:rPr>
      </w:pPr>
      <w:r>
        <w:rPr>
          <w:szCs w:val="24"/>
        </w:rPr>
        <w:t>(allkirjastatud digitaalselt)</w:t>
      </w:r>
    </w:p>
    <w:p w14:paraId="081100D5" w14:textId="77777777" w:rsidR="00F741B4" w:rsidRDefault="00F741B4" w:rsidP="006A4FE7">
      <w:pPr>
        <w:jc w:val="both"/>
        <w:rPr>
          <w:szCs w:val="24"/>
        </w:rPr>
      </w:pPr>
    </w:p>
    <w:p w14:paraId="7A80DCA0" w14:textId="657AD795" w:rsidR="00F741B4" w:rsidRDefault="00E62019" w:rsidP="00F741B4">
      <w:r>
        <w:t>Karl Mänd</w:t>
      </w:r>
    </w:p>
    <w:p w14:paraId="3C9CEA39" w14:textId="69CF1BEA" w:rsidR="00F741B4" w:rsidRDefault="00302B03" w:rsidP="00F741B4">
      <w:r>
        <w:lastRenderedPageBreak/>
        <w:t>Juhataja</w:t>
      </w:r>
    </w:p>
    <w:p w14:paraId="6AD26F89" w14:textId="77777777" w:rsidR="00F741B4" w:rsidRDefault="00F741B4" w:rsidP="00F741B4"/>
    <w:p w14:paraId="6D95F468" w14:textId="0CC76227" w:rsidR="0010686D" w:rsidRDefault="00F741B4" w:rsidP="00F741B4">
      <w:pPr>
        <w:jc w:val="both"/>
        <w:rPr>
          <w:szCs w:val="24"/>
        </w:rPr>
      </w:pPr>
      <w:r>
        <w:t xml:space="preserve">Jaotuskava: </w:t>
      </w:r>
      <w:r w:rsidR="00302B03">
        <w:t xml:space="preserve">Edela regioon, Toomas Kivistu, </w:t>
      </w:r>
      <w:r w:rsidR="001706ED">
        <w:t xml:space="preserve">Urve Jõgi, </w:t>
      </w:r>
      <w:r w:rsidR="00302B03">
        <w:t>Kihnu vald</w:t>
      </w:r>
    </w:p>
    <w:sectPr w:rsidR="0010686D" w:rsidSect="0010686D">
      <w:footerReference w:type="default" r:id="rId12"/>
      <w:headerReference w:type="first" r:id="rId13"/>
      <w:footerReference w:type="first" r:id="rId14"/>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B8370" w14:textId="77777777" w:rsidR="00027A7C" w:rsidRDefault="00027A7C">
      <w:r>
        <w:separator/>
      </w:r>
    </w:p>
  </w:endnote>
  <w:endnote w:type="continuationSeparator" w:id="0">
    <w:p w14:paraId="609CF494" w14:textId="77777777" w:rsidR="00027A7C" w:rsidRDefault="00027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19FB9" w14:textId="77777777" w:rsidR="00027A7C" w:rsidRDefault="00027A7C">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CDC5C" w14:textId="77777777" w:rsidR="00027A7C" w:rsidRDefault="00027A7C">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78AD8" w14:textId="77777777" w:rsidR="00027A7C" w:rsidRDefault="00027A7C">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C69EB" w14:textId="77777777" w:rsidR="00027A7C" w:rsidRDefault="00027A7C">
      <w:r>
        <w:separator/>
      </w:r>
    </w:p>
  </w:footnote>
  <w:footnote w:type="continuationSeparator" w:id="0">
    <w:p w14:paraId="19E5CAD8" w14:textId="77777777" w:rsidR="00027A7C" w:rsidRDefault="00027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42A00" w14:textId="77777777" w:rsidR="00027A7C" w:rsidRDefault="00027A7C">
    <w:pPr>
      <w:pStyle w:val="Pis"/>
    </w:pPr>
    <w:r>
      <w:fldChar w:fldCharType="begin"/>
    </w:r>
    <w:r>
      <w:instrText xml:space="preserve"> PAGE </w:instrText>
    </w:r>
    <w:r>
      <w:fldChar w:fldCharType="separate"/>
    </w:r>
    <w:r w:rsidR="00154CDD">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9B7A6" w14:textId="77777777" w:rsidR="00027A7C" w:rsidRDefault="00027A7C">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2F23F" w14:textId="77777777" w:rsidR="00027A7C" w:rsidRDefault="00027A7C">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5"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4A555FB0"/>
    <w:multiLevelType w:val="multilevel"/>
    <w:tmpl w:val="44DE49A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70201CD"/>
    <w:multiLevelType w:val="multilevel"/>
    <w:tmpl w:val="7CD6BC1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2124185268">
    <w:abstractNumId w:val="0"/>
  </w:num>
  <w:num w:numId="2" w16cid:durableId="1969974757">
    <w:abstractNumId w:val="4"/>
  </w:num>
  <w:num w:numId="3" w16cid:durableId="1421290543">
    <w:abstractNumId w:val="5"/>
  </w:num>
  <w:num w:numId="4" w16cid:durableId="681395752">
    <w:abstractNumId w:val="2"/>
  </w:num>
  <w:num w:numId="5" w16cid:durableId="855269284">
    <w:abstractNumId w:val="9"/>
  </w:num>
  <w:num w:numId="6" w16cid:durableId="698050869">
    <w:abstractNumId w:val="10"/>
  </w:num>
  <w:num w:numId="7" w16cid:durableId="1896503792">
    <w:abstractNumId w:val="6"/>
  </w:num>
  <w:num w:numId="8" w16cid:durableId="227544405">
    <w:abstractNumId w:val="8"/>
  </w:num>
  <w:num w:numId="9" w16cid:durableId="1992513624">
    <w:abstractNumId w:val="3"/>
  </w:num>
  <w:num w:numId="10" w16cid:durableId="198665329">
    <w:abstractNumId w:val="7"/>
  </w:num>
  <w:num w:numId="11" w16cid:durableId="689262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3ED9"/>
    <w:rsid w:val="00062018"/>
    <w:rsid w:val="000671B2"/>
    <w:rsid w:val="00090B4D"/>
    <w:rsid w:val="0009555B"/>
    <w:rsid w:val="000B0F0B"/>
    <w:rsid w:val="000C47E7"/>
    <w:rsid w:val="000D209D"/>
    <w:rsid w:val="000E4B9F"/>
    <w:rsid w:val="000F4DB2"/>
    <w:rsid w:val="000F53CF"/>
    <w:rsid w:val="000F56FE"/>
    <w:rsid w:val="00103433"/>
    <w:rsid w:val="0010686D"/>
    <w:rsid w:val="00107305"/>
    <w:rsid w:val="00133076"/>
    <w:rsid w:val="001363D9"/>
    <w:rsid w:val="00144546"/>
    <w:rsid w:val="0015034B"/>
    <w:rsid w:val="0015261E"/>
    <w:rsid w:val="00154CDD"/>
    <w:rsid w:val="001562E2"/>
    <w:rsid w:val="00156D98"/>
    <w:rsid w:val="00156FB6"/>
    <w:rsid w:val="00166B2C"/>
    <w:rsid w:val="001706ED"/>
    <w:rsid w:val="00170A57"/>
    <w:rsid w:val="001734F6"/>
    <w:rsid w:val="001811CF"/>
    <w:rsid w:val="001846B6"/>
    <w:rsid w:val="001955B3"/>
    <w:rsid w:val="001A67C6"/>
    <w:rsid w:val="001C3F10"/>
    <w:rsid w:val="001E2855"/>
    <w:rsid w:val="001E7656"/>
    <w:rsid w:val="001F2937"/>
    <w:rsid w:val="001F7896"/>
    <w:rsid w:val="00216A8E"/>
    <w:rsid w:val="002331D9"/>
    <w:rsid w:val="0025433F"/>
    <w:rsid w:val="00261E4E"/>
    <w:rsid w:val="00275016"/>
    <w:rsid w:val="00292312"/>
    <w:rsid w:val="00293514"/>
    <w:rsid w:val="00294494"/>
    <w:rsid w:val="0029654E"/>
    <w:rsid w:val="002A0C39"/>
    <w:rsid w:val="002A789C"/>
    <w:rsid w:val="002D024D"/>
    <w:rsid w:val="002E665D"/>
    <w:rsid w:val="00302B03"/>
    <w:rsid w:val="003038C8"/>
    <w:rsid w:val="003046FF"/>
    <w:rsid w:val="00307215"/>
    <w:rsid w:val="003151FA"/>
    <w:rsid w:val="0031690E"/>
    <w:rsid w:val="00321165"/>
    <w:rsid w:val="0032154D"/>
    <w:rsid w:val="003252E7"/>
    <w:rsid w:val="00330D03"/>
    <w:rsid w:val="00340F53"/>
    <w:rsid w:val="0034555F"/>
    <w:rsid w:val="00350EC6"/>
    <w:rsid w:val="0036386B"/>
    <w:rsid w:val="00364B1E"/>
    <w:rsid w:val="00365669"/>
    <w:rsid w:val="003657F1"/>
    <w:rsid w:val="003713BF"/>
    <w:rsid w:val="003754A3"/>
    <w:rsid w:val="003866F8"/>
    <w:rsid w:val="00394117"/>
    <w:rsid w:val="003B25D1"/>
    <w:rsid w:val="003B490A"/>
    <w:rsid w:val="003C7AFC"/>
    <w:rsid w:val="003D36E5"/>
    <w:rsid w:val="003D7341"/>
    <w:rsid w:val="003E2457"/>
    <w:rsid w:val="003E30D8"/>
    <w:rsid w:val="0041076D"/>
    <w:rsid w:val="004134BB"/>
    <w:rsid w:val="0043445B"/>
    <w:rsid w:val="0044081D"/>
    <w:rsid w:val="004516B8"/>
    <w:rsid w:val="00463DFF"/>
    <w:rsid w:val="00476B99"/>
    <w:rsid w:val="004C12A8"/>
    <w:rsid w:val="004C1373"/>
    <w:rsid w:val="004D21D2"/>
    <w:rsid w:val="004E0AD9"/>
    <w:rsid w:val="004E182D"/>
    <w:rsid w:val="004E3574"/>
    <w:rsid w:val="004F64CD"/>
    <w:rsid w:val="00511C02"/>
    <w:rsid w:val="00515BF3"/>
    <w:rsid w:val="00535790"/>
    <w:rsid w:val="00536058"/>
    <w:rsid w:val="00536410"/>
    <w:rsid w:val="005372BE"/>
    <w:rsid w:val="00572677"/>
    <w:rsid w:val="00580D00"/>
    <w:rsid w:val="00586E92"/>
    <w:rsid w:val="0059485C"/>
    <w:rsid w:val="00596E4B"/>
    <w:rsid w:val="005A0047"/>
    <w:rsid w:val="005A163A"/>
    <w:rsid w:val="005A2472"/>
    <w:rsid w:val="005A492A"/>
    <w:rsid w:val="005B39CA"/>
    <w:rsid w:val="005E247E"/>
    <w:rsid w:val="006030B8"/>
    <w:rsid w:val="0060482F"/>
    <w:rsid w:val="00605FE8"/>
    <w:rsid w:val="006243D8"/>
    <w:rsid w:val="0063479A"/>
    <w:rsid w:val="00654CFC"/>
    <w:rsid w:val="0066259C"/>
    <w:rsid w:val="00671D56"/>
    <w:rsid w:val="00690723"/>
    <w:rsid w:val="006A0970"/>
    <w:rsid w:val="006A4AEC"/>
    <w:rsid w:val="006A4FE7"/>
    <w:rsid w:val="006C24F2"/>
    <w:rsid w:val="006D015A"/>
    <w:rsid w:val="006D5EBC"/>
    <w:rsid w:val="006E1C15"/>
    <w:rsid w:val="006E4D31"/>
    <w:rsid w:val="006F132E"/>
    <w:rsid w:val="006F29B1"/>
    <w:rsid w:val="00704F36"/>
    <w:rsid w:val="007221A5"/>
    <w:rsid w:val="00745CA1"/>
    <w:rsid w:val="00751063"/>
    <w:rsid w:val="00751100"/>
    <w:rsid w:val="007525FF"/>
    <w:rsid w:val="0075754E"/>
    <w:rsid w:val="00761774"/>
    <w:rsid w:val="00776607"/>
    <w:rsid w:val="0077795B"/>
    <w:rsid w:val="00786751"/>
    <w:rsid w:val="007953DE"/>
    <w:rsid w:val="007976DE"/>
    <w:rsid w:val="00797DCC"/>
    <w:rsid w:val="007C33CB"/>
    <w:rsid w:val="007C7724"/>
    <w:rsid w:val="007D050B"/>
    <w:rsid w:val="007D29DE"/>
    <w:rsid w:val="007E699D"/>
    <w:rsid w:val="0080486E"/>
    <w:rsid w:val="00804DD5"/>
    <w:rsid w:val="00806A3F"/>
    <w:rsid w:val="008074D9"/>
    <w:rsid w:val="00813239"/>
    <w:rsid w:val="008451FA"/>
    <w:rsid w:val="00861197"/>
    <w:rsid w:val="00862021"/>
    <w:rsid w:val="00867CEA"/>
    <w:rsid w:val="008723A4"/>
    <w:rsid w:val="008725B8"/>
    <w:rsid w:val="008842C6"/>
    <w:rsid w:val="008906AA"/>
    <w:rsid w:val="008A0366"/>
    <w:rsid w:val="008A6295"/>
    <w:rsid w:val="008C5602"/>
    <w:rsid w:val="008D252D"/>
    <w:rsid w:val="008E3323"/>
    <w:rsid w:val="008F1CF2"/>
    <w:rsid w:val="008F69BD"/>
    <w:rsid w:val="008F7253"/>
    <w:rsid w:val="009102A9"/>
    <w:rsid w:val="00914C3E"/>
    <w:rsid w:val="009208EE"/>
    <w:rsid w:val="00925282"/>
    <w:rsid w:val="0092786B"/>
    <w:rsid w:val="00933EA0"/>
    <w:rsid w:val="00936F31"/>
    <w:rsid w:val="00937C29"/>
    <w:rsid w:val="00937D96"/>
    <w:rsid w:val="00942B14"/>
    <w:rsid w:val="00953566"/>
    <w:rsid w:val="0096355A"/>
    <w:rsid w:val="009729CA"/>
    <w:rsid w:val="009969C8"/>
    <w:rsid w:val="009A42DD"/>
    <w:rsid w:val="009A6144"/>
    <w:rsid w:val="009B4485"/>
    <w:rsid w:val="009D1922"/>
    <w:rsid w:val="009D2626"/>
    <w:rsid w:val="009D62EA"/>
    <w:rsid w:val="009E6E63"/>
    <w:rsid w:val="009F4E42"/>
    <w:rsid w:val="009F73D2"/>
    <w:rsid w:val="00A1474E"/>
    <w:rsid w:val="00A16B93"/>
    <w:rsid w:val="00A56847"/>
    <w:rsid w:val="00A601E5"/>
    <w:rsid w:val="00A63B83"/>
    <w:rsid w:val="00A6445A"/>
    <w:rsid w:val="00A668E4"/>
    <w:rsid w:val="00A738EE"/>
    <w:rsid w:val="00A73B3C"/>
    <w:rsid w:val="00A86492"/>
    <w:rsid w:val="00AB2AC7"/>
    <w:rsid w:val="00AB6568"/>
    <w:rsid w:val="00AE723C"/>
    <w:rsid w:val="00B039F2"/>
    <w:rsid w:val="00B03E0C"/>
    <w:rsid w:val="00B10FCF"/>
    <w:rsid w:val="00B13A14"/>
    <w:rsid w:val="00B14696"/>
    <w:rsid w:val="00B23E37"/>
    <w:rsid w:val="00B3204F"/>
    <w:rsid w:val="00B34DA9"/>
    <w:rsid w:val="00B505A8"/>
    <w:rsid w:val="00B505C4"/>
    <w:rsid w:val="00B57508"/>
    <w:rsid w:val="00B800BE"/>
    <w:rsid w:val="00B80DB5"/>
    <w:rsid w:val="00B95DEE"/>
    <w:rsid w:val="00BB1CDD"/>
    <w:rsid w:val="00BB4849"/>
    <w:rsid w:val="00BB58B6"/>
    <w:rsid w:val="00BD5A76"/>
    <w:rsid w:val="00BE6447"/>
    <w:rsid w:val="00BE6C8A"/>
    <w:rsid w:val="00C01279"/>
    <w:rsid w:val="00C0514F"/>
    <w:rsid w:val="00C06443"/>
    <w:rsid w:val="00C15B43"/>
    <w:rsid w:val="00C372F6"/>
    <w:rsid w:val="00C40CF2"/>
    <w:rsid w:val="00C427E1"/>
    <w:rsid w:val="00C670EA"/>
    <w:rsid w:val="00C723EE"/>
    <w:rsid w:val="00C73247"/>
    <w:rsid w:val="00C779F6"/>
    <w:rsid w:val="00C866B2"/>
    <w:rsid w:val="00CA2450"/>
    <w:rsid w:val="00CB55F7"/>
    <w:rsid w:val="00CB61DB"/>
    <w:rsid w:val="00CC0AEC"/>
    <w:rsid w:val="00CC692D"/>
    <w:rsid w:val="00CC7C8F"/>
    <w:rsid w:val="00CD5E21"/>
    <w:rsid w:val="00D03AE1"/>
    <w:rsid w:val="00D070AA"/>
    <w:rsid w:val="00D11100"/>
    <w:rsid w:val="00D17304"/>
    <w:rsid w:val="00D237B8"/>
    <w:rsid w:val="00D36AE8"/>
    <w:rsid w:val="00D63165"/>
    <w:rsid w:val="00D638ED"/>
    <w:rsid w:val="00D733A2"/>
    <w:rsid w:val="00D74E84"/>
    <w:rsid w:val="00D86659"/>
    <w:rsid w:val="00D911D9"/>
    <w:rsid w:val="00DA649E"/>
    <w:rsid w:val="00DB358F"/>
    <w:rsid w:val="00DB7351"/>
    <w:rsid w:val="00DC2DC9"/>
    <w:rsid w:val="00DC4911"/>
    <w:rsid w:val="00DC4C49"/>
    <w:rsid w:val="00DC68E0"/>
    <w:rsid w:val="00DD153F"/>
    <w:rsid w:val="00DD2FD3"/>
    <w:rsid w:val="00DD662C"/>
    <w:rsid w:val="00DF1136"/>
    <w:rsid w:val="00E1110A"/>
    <w:rsid w:val="00E11898"/>
    <w:rsid w:val="00E129BC"/>
    <w:rsid w:val="00E16A71"/>
    <w:rsid w:val="00E17873"/>
    <w:rsid w:val="00E33C04"/>
    <w:rsid w:val="00E555E4"/>
    <w:rsid w:val="00E5611E"/>
    <w:rsid w:val="00E62019"/>
    <w:rsid w:val="00E62983"/>
    <w:rsid w:val="00E63EEF"/>
    <w:rsid w:val="00E725D6"/>
    <w:rsid w:val="00E80A8A"/>
    <w:rsid w:val="00EA3CB0"/>
    <w:rsid w:val="00EA4C9F"/>
    <w:rsid w:val="00EC6BBB"/>
    <w:rsid w:val="00ED236C"/>
    <w:rsid w:val="00ED4AFA"/>
    <w:rsid w:val="00ED5953"/>
    <w:rsid w:val="00EE0165"/>
    <w:rsid w:val="00EE4107"/>
    <w:rsid w:val="00EF6FEF"/>
    <w:rsid w:val="00F158E9"/>
    <w:rsid w:val="00F201C4"/>
    <w:rsid w:val="00F22C8A"/>
    <w:rsid w:val="00F415F2"/>
    <w:rsid w:val="00F4485C"/>
    <w:rsid w:val="00F51E30"/>
    <w:rsid w:val="00F535B9"/>
    <w:rsid w:val="00F606A0"/>
    <w:rsid w:val="00F62621"/>
    <w:rsid w:val="00F66034"/>
    <w:rsid w:val="00F707E5"/>
    <w:rsid w:val="00F70C91"/>
    <w:rsid w:val="00F73DA0"/>
    <w:rsid w:val="00F741B4"/>
    <w:rsid w:val="00F82FF0"/>
    <w:rsid w:val="00FB46B0"/>
    <w:rsid w:val="00FC4D19"/>
    <w:rsid w:val="00FD2A9B"/>
    <w:rsid w:val="00FD2F91"/>
    <w:rsid w:val="00FE173A"/>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9FB7D3"/>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uiPriority w:val="99"/>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536058"/>
    <w:pPr>
      <w:autoSpaceDE w:val="0"/>
      <w:autoSpaceDN w:val="0"/>
      <w:adjustRightInd w:val="0"/>
    </w:pPr>
    <w:rPr>
      <w:color w:val="000000"/>
      <w:sz w:val="24"/>
      <w:szCs w:val="24"/>
      <w:lang w:eastAsia="en-US"/>
    </w:rPr>
  </w:style>
  <w:style w:type="paragraph" w:customStyle="1" w:styleId="Pealkiri11">
    <w:name w:val="Pealkiri 11"/>
    <w:basedOn w:val="Normaallaad"/>
    <w:rsid w:val="00B95DEE"/>
    <w:pPr>
      <w:widowControl w:val="0"/>
      <w:numPr>
        <w:numId w:val="11"/>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B95DEE"/>
    <w:pPr>
      <w:widowControl w:val="0"/>
      <w:numPr>
        <w:ilvl w:val="1"/>
        <w:numId w:val="11"/>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B95DEE"/>
    <w:pPr>
      <w:widowControl w:val="0"/>
      <w:numPr>
        <w:ilvl w:val="2"/>
        <w:numId w:val="11"/>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B95DEE"/>
    <w:pPr>
      <w:widowControl w:val="0"/>
      <w:numPr>
        <w:ilvl w:val="3"/>
        <w:numId w:val="11"/>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B95DEE"/>
    <w:pPr>
      <w:widowControl w:val="0"/>
      <w:numPr>
        <w:ilvl w:val="4"/>
        <w:numId w:val="11"/>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B95DEE"/>
    <w:pPr>
      <w:widowControl w:val="0"/>
      <w:numPr>
        <w:ilvl w:val="5"/>
        <w:numId w:val="11"/>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B95DEE"/>
    <w:pPr>
      <w:widowControl w:val="0"/>
      <w:numPr>
        <w:ilvl w:val="6"/>
        <w:numId w:val="11"/>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B95DEE"/>
    <w:pPr>
      <w:widowControl w:val="0"/>
      <w:numPr>
        <w:ilvl w:val="7"/>
        <w:numId w:val="11"/>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B95DEE"/>
    <w:pPr>
      <w:widowControl w:val="0"/>
      <w:numPr>
        <w:ilvl w:val="8"/>
        <w:numId w:val="11"/>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A94D4-C92C-47B6-A9AF-E7B61C313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logoga.dot</Template>
  <TotalTime>31</TotalTime>
  <Pages>4</Pages>
  <Words>1624</Words>
  <Characters>11389</Characters>
  <Application>Microsoft Office Word</Application>
  <DocSecurity>0</DocSecurity>
  <Lines>94</Lines>
  <Paragraphs>25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7</cp:revision>
  <cp:lastPrinted>2024-08-29T10:11:00Z</cp:lastPrinted>
  <dcterms:created xsi:type="dcterms:W3CDTF">2024-08-29T09:46:00Z</dcterms:created>
  <dcterms:modified xsi:type="dcterms:W3CDTF">2024-08-29T10:17:00Z</dcterms:modified>
</cp:coreProperties>
</file>